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853" w:rsidRDefault="00402853" w:rsidP="000B13E6">
      <w:pPr>
        <w:pStyle w:val="Heading2"/>
      </w:pPr>
      <w:bookmarkStart w:id="0" w:name="_GoBack"/>
      <w:bookmarkEnd w:id="0"/>
      <w:r>
        <w:t>Signing In To Office Mobile Apps</w:t>
      </w:r>
      <w:r>
        <w:fldChar w:fldCharType="begin"/>
      </w:r>
      <w:r>
        <w:instrText xml:space="preserve"> XE "Office Mobile, sign in" </w:instrText>
      </w:r>
      <w:r>
        <w:fldChar w:fldCharType="end"/>
      </w:r>
      <w:r>
        <w:fldChar w:fldCharType="begin"/>
      </w:r>
      <w:r>
        <w:instrText xml:space="preserve"> XE "Office Mobile app" </w:instrText>
      </w:r>
      <w:r>
        <w:fldChar w:fldCharType="end"/>
      </w:r>
      <w:r>
        <w:fldChar w:fldCharType="begin"/>
      </w:r>
      <w:r>
        <w:instrText xml:space="preserve"> XE "Office Mobile, access" </w:instrText>
      </w:r>
      <w:r>
        <w:fldChar w:fldCharType="end"/>
      </w:r>
    </w:p>
    <w:p w:rsidR="00402853" w:rsidRDefault="00402853">
      <w:r>
        <w:rPr>
          <w:noProof/>
          <w:lang w:eastAsia="en-AU"/>
        </w:rPr>
        <mc:AlternateContent>
          <mc:Choice Requires="wpg">
            <w:drawing>
              <wp:anchor distT="0" distB="0" distL="114300" distR="114300" simplePos="0" relativeHeight="251659264" behindDoc="0" locked="0" layoutInCell="1" allowOverlap="1">
                <wp:simplePos x="0" y="0"/>
                <wp:positionH relativeFrom="column">
                  <wp:posOffset>-15240</wp:posOffset>
                </wp:positionH>
                <wp:positionV relativeFrom="paragraph">
                  <wp:posOffset>33655</wp:posOffset>
                </wp:positionV>
                <wp:extent cx="6324600" cy="8818245"/>
                <wp:effectExtent l="0" t="0" r="0" b="1905"/>
                <wp:wrapNone/>
                <wp:docPr id="12" name="Group 12"/>
                <wp:cNvGraphicFramePr/>
                <a:graphic xmlns:a="http://schemas.openxmlformats.org/drawingml/2006/main">
                  <a:graphicData uri="http://schemas.microsoft.com/office/word/2010/wordprocessingGroup">
                    <wpg:wgp>
                      <wpg:cNvGrpSpPr/>
                      <wpg:grpSpPr>
                        <a:xfrm>
                          <a:off x="0" y="0"/>
                          <a:ext cx="6324600" cy="8818245"/>
                          <a:chOff x="0" y="0"/>
                          <a:chExt cx="6324600" cy="8818245"/>
                        </a:xfrm>
                      </wpg:grpSpPr>
                      <wpg:grpSp>
                        <wpg:cNvPr id="39" name="Number6Group"/>
                        <wpg:cNvGrpSpPr/>
                        <wpg:grpSpPr>
                          <a:xfrm>
                            <a:off x="2286000" y="3600450"/>
                            <a:ext cx="255270" cy="255270"/>
                            <a:chOff x="0" y="0"/>
                            <a:chExt cx="255600" cy="255600"/>
                          </a:xfrm>
                        </wpg:grpSpPr>
                        <wps:wsp>
                          <wps:cNvPr id="37" name="Number6Oval"/>
                          <wps:cNvSpPr>
                            <a:spLocks noChangeArrowheads="1"/>
                          </wps:cNvSpPr>
                          <wps:spPr bwMode="auto">
                            <a:xfrm>
                              <a:off x="23751" y="23750"/>
                              <a:ext cx="217260" cy="20448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Number6Text"/>
                          <wps:cNvSpPr txBox="1">
                            <a:spLocks noChangeArrowheads="1"/>
                          </wps:cNvSpPr>
                          <wps:spPr bwMode="auto">
                            <a:xfrm>
                              <a:off x="0" y="0"/>
                              <a:ext cx="255600" cy="2556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853" w:rsidRDefault="00402853" w:rsidP="0059271D">
                                <w:pPr>
                                  <w:spacing w:before="0" w:after="0"/>
                                  <w:jc w:val="center"/>
                                  <w:rPr>
                                    <w:b/>
                                    <w:bCs/>
                                    <w:color w:val="FFFFFF"/>
                                  </w:rPr>
                                </w:pPr>
                                <w:r>
                                  <w:rPr>
                                    <w:b/>
                                    <w:bCs/>
                                    <w:color w:val="FFFFFF"/>
                                  </w:rPr>
                                  <w:t>5</w:t>
                                </w:r>
                              </w:p>
                            </w:txbxContent>
                          </wps:txbx>
                          <wps:bodyPr rot="0" vert="horz" wrap="square" lIns="91440" tIns="45720" rIns="91440" bIns="45720" anchor="t" anchorCtr="0" upright="1">
                            <a:noAutofit/>
                          </wps:bodyPr>
                        </wps:wsp>
                      </wpg:grpSp>
                      <wpg:grpSp>
                        <wpg:cNvPr id="1" name="Group 1"/>
                        <wpg:cNvGrpSpPr/>
                        <wpg:grpSpPr>
                          <a:xfrm>
                            <a:off x="38100" y="0"/>
                            <a:ext cx="6286500" cy="733425"/>
                            <a:chOff x="0" y="0"/>
                            <a:chExt cx="6286500" cy="733425"/>
                          </a:xfrm>
                        </wpg:grpSpPr>
                        <wps:wsp>
                          <wps:cNvPr id="14" name="OverviewBox1"/>
                          <wps:cNvSpPr txBox="1">
                            <a:spLocks noChangeArrowheads="1"/>
                          </wps:cNvSpPr>
                          <wps:spPr bwMode="auto">
                            <a:xfrm>
                              <a:off x="0" y="0"/>
                              <a:ext cx="2971800" cy="73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id="2">
                            <w:txbxContent>
                              <w:p w:rsidR="00402853" w:rsidRDefault="00402853" w:rsidP="005C6B16">
                                <w:pPr>
                                  <w:pStyle w:val="Overview"/>
                                </w:pPr>
                                <w:r>
                                  <w:t>You can download mobile apps for Microsoft Word, Excel and PowerPoint for free from the app store on your mobile device. Once you have downloaded the apps you must sign in with your outlook, Hotmail or Office 365 account in order to start viewing, creating and modifying document. You can use the same methods to sign in to the PowerPoint or Excel mobile app.</w:t>
                                </w:r>
                              </w:p>
                              <w:p w:rsidR="00402853" w:rsidRDefault="00402853" w:rsidP="0040786A">
                                <w:pPr>
                                  <w:pStyle w:val="Overview"/>
                                </w:pPr>
                              </w:p>
                            </w:txbxContent>
                          </wps:txbx>
                          <wps:bodyPr rot="0" vert="horz" wrap="square" lIns="91440" tIns="45720" rIns="91440" bIns="45720" anchor="t" anchorCtr="0" upright="1">
                            <a:noAutofit/>
                          </wps:bodyPr>
                        </wps:wsp>
                        <wps:wsp>
                          <wps:cNvPr id="15" name="OverviewBox2"/>
                          <wps:cNvSpPr txBox="1">
                            <a:spLocks noChangeArrowheads="1"/>
                          </wps:cNvSpPr>
                          <wps:spPr bwMode="auto">
                            <a:xfrm>
                              <a:off x="3200400" y="0"/>
                              <a:ext cx="3086100" cy="73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linkedTxbx id="2" seq="1"/>
                          <wps:bodyPr rot="0" vert="horz" wrap="square" lIns="91440" tIns="45720" rIns="91440" bIns="45720" anchor="t" anchorCtr="0" upright="1">
                            <a:noAutofit/>
                          </wps:bodyPr>
                        </wps:wsp>
                      </wpg:grpSp>
                      <wps:wsp>
                        <wps:cNvPr id="10" name="Straight Connector 10"/>
                        <wps:cNvCnPr/>
                        <wps:spPr>
                          <a:xfrm>
                            <a:off x="57150" y="781050"/>
                            <a:ext cx="6084000"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g:grpSp>
                        <wpg:cNvPr id="24" name="Number2Group"/>
                        <wpg:cNvGrpSpPr/>
                        <wpg:grpSpPr>
                          <a:xfrm>
                            <a:off x="2286000" y="933450"/>
                            <a:ext cx="255270" cy="255270"/>
                            <a:chOff x="0" y="0"/>
                            <a:chExt cx="255600" cy="255600"/>
                          </a:xfrm>
                        </wpg:grpSpPr>
                        <wps:wsp>
                          <wps:cNvPr id="19" name="Number2Oval"/>
                          <wps:cNvSpPr>
                            <a:spLocks noChangeArrowheads="1"/>
                          </wps:cNvSpPr>
                          <wps:spPr bwMode="auto">
                            <a:xfrm>
                              <a:off x="23751" y="23750"/>
                              <a:ext cx="217260" cy="20448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Number2Text"/>
                          <wps:cNvSpPr txBox="1">
                            <a:spLocks noChangeArrowheads="1"/>
                          </wps:cNvSpPr>
                          <wps:spPr bwMode="auto">
                            <a:xfrm>
                              <a:off x="0" y="0"/>
                              <a:ext cx="255600" cy="2556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853" w:rsidRDefault="00402853" w:rsidP="0059271D">
                                <w:pPr>
                                  <w:spacing w:before="0" w:after="0"/>
                                  <w:jc w:val="center"/>
                                  <w:rPr>
                                    <w:b/>
                                    <w:bCs/>
                                    <w:color w:val="FFFFFF"/>
                                  </w:rPr>
                                </w:pPr>
                                <w:r>
                                  <w:rPr>
                                    <w:b/>
                                    <w:bCs/>
                                    <w:color w:val="FFFFFF"/>
                                  </w:rPr>
                                  <w:t>2</w:t>
                                </w:r>
                              </w:p>
                            </w:txbxContent>
                          </wps:txbx>
                          <wps:bodyPr rot="0" vert="horz" wrap="square" lIns="91440" tIns="45720" rIns="91440" bIns="45720" anchor="t" anchorCtr="0" upright="1">
                            <a:noAutofit/>
                          </wps:bodyPr>
                        </wps:wsp>
                      </wpg:grpSp>
                      <wps:wsp>
                        <wps:cNvPr id="16" name="TryThisYourselfBox"/>
                        <wps:cNvSpPr txBox="1">
                          <a:spLocks noChangeArrowheads="1"/>
                        </wps:cNvSpPr>
                        <wps:spPr bwMode="auto">
                          <a:xfrm>
                            <a:off x="85725" y="962025"/>
                            <a:ext cx="2099145" cy="4309607"/>
                          </a:xfrm>
                          <a:prstGeom prst="rect">
                            <a:avLst/>
                          </a:prstGeom>
                          <a:solidFill>
                            <a:srgbClr val="FFFFCC"/>
                          </a:solidFill>
                          <a:ln w="3175">
                            <a:solidFill>
                              <a:srgbClr val="000000"/>
                            </a:solidFill>
                            <a:miter lim="800000"/>
                            <a:headEnd/>
                            <a:tailEnd/>
                          </a:ln>
                          <a:effectLst>
                            <a:outerShdw dist="107763" dir="8100000" algn="ctr" rotWithShape="0">
                              <a:srgbClr val="808080"/>
                            </a:outerShdw>
                          </a:effectLst>
                        </wps:spPr>
                        <wps:txbx>
                          <w:txbxContent>
                            <w:tbl>
                              <w:tblPr>
                                <w:tblW w:w="0" w:type="auto"/>
                                <w:tblLayout w:type="fixed"/>
                                <w:tblLook w:val="0000" w:firstRow="0" w:lastRow="0" w:firstColumn="0" w:lastColumn="0" w:noHBand="0" w:noVBand="0"/>
                              </w:tblPr>
                              <w:tblGrid>
                                <w:gridCol w:w="567"/>
                                <w:gridCol w:w="2552"/>
                              </w:tblGrid>
                              <w:tr w:rsidR="00402853" w:rsidTr="00AE2B9E">
                                <w:trPr>
                                  <w:cantSplit/>
                                  <w:trHeight w:val="540"/>
                                </w:trPr>
                                <w:tc>
                                  <w:tcPr>
                                    <w:tcW w:w="3119" w:type="dxa"/>
                                    <w:gridSpan w:val="2"/>
                                  </w:tcPr>
                                  <w:p w:rsidR="00402853" w:rsidRDefault="00402853">
                                    <w:pPr>
                                      <w:spacing w:before="120"/>
                                      <w:rPr>
                                        <w:b/>
                                        <w:sz w:val="24"/>
                                      </w:rPr>
                                    </w:pPr>
                                    <w:r>
                                      <w:rPr>
                                        <w:b/>
                                        <w:sz w:val="24"/>
                                      </w:rPr>
                                      <w:t>Try This Yourself:</w:t>
                                    </w:r>
                                  </w:p>
                                </w:tc>
                              </w:tr>
                              <w:tr w:rsidR="00402853" w:rsidTr="00AE2B9E">
                                <w:trPr>
                                  <w:cantSplit/>
                                </w:trPr>
                                <w:tc>
                                  <w:tcPr>
                                    <w:tcW w:w="567" w:type="dxa"/>
                                    <w:textDirection w:val="btLr"/>
                                    <w:vAlign w:val="center"/>
                                  </w:tcPr>
                                  <w:p w:rsidR="00402853" w:rsidRPr="003C6D7F" w:rsidRDefault="00402853" w:rsidP="0075720F">
                                    <w:pPr>
                                      <w:pStyle w:val="PreambleLabel"/>
                                      <w:rPr>
                                        <w:sz w:val="24"/>
                                      </w:rPr>
                                    </w:pPr>
                                  </w:p>
                                </w:tc>
                                <w:tc>
                                  <w:tcPr>
                                    <w:tcW w:w="2552" w:type="dxa"/>
                                  </w:tcPr>
                                  <w:p w:rsidR="00402853" w:rsidRDefault="00402853" w:rsidP="00440231">
                                    <w:pPr>
                                      <w:pStyle w:val="PreambleText"/>
                                      <w:rPr>
                                        <w:b/>
                                        <w:sz w:val="24"/>
                                      </w:rPr>
                                    </w:pPr>
                                    <w:bookmarkStart w:id="1" w:name="Preamble"/>
                                    <w:r>
                                      <w:t>Before starting this exercise ensure you have downloaded the Office mobile app…</w:t>
                                    </w:r>
                                    <w:bookmarkEnd w:id="1"/>
                                  </w:p>
                                </w:tc>
                              </w:tr>
                              <w:tr w:rsidR="00402853" w:rsidTr="00AE2B9E">
                                <w:trPr>
                                  <w:trHeight w:val="540"/>
                                </w:trPr>
                                <w:tc>
                                  <w:tcPr>
                                    <w:tcW w:w="567" w:type="dxa"/>
                                  </w:tcPr>
                                  <w:p w:rsidR="00402853" w:rsidRPr="003C6D7F" w:rsidRDefault="00402853">
                                    <w:pPr>
                                      <w:spacing w:before="0" w:after="0"/>
                                      <w:rPr>
                                        <w:rFonts w:ascii="Numbers" w:hAnsi="Numbers"/>
                                        <w:color w:val="C00000"/>
                                        <w:sz w:val="48"/>
                                        <w:szCs w:val="48"/>
                                      </w:rPr>
                                    </w:pPr>
                                    <w:r w:rsidRPr="003C6D7F">
                                      <w:rPr>
                                        <w:rFonts w:ascii="Numbers" w:hAnsi="Numbers"/>
                                        <w:color w:val="C00000"/>
                                        <w:sz w:val="48"/>
                                        <w:szCs w:val="48"/>
                                      </w:rPr>
                                      <w:t></w:t>
                                    </w:r>
                                  </w:p>
                                </w:tc>
                                <w:tc>
                                  <w:tcPr>
                                    <w:tcW w:w="2552" w:type="dxa"/>
                                  </w:tcPr>
                                  <w:p w:rsidR="00402853" w:rsidRPr="00B44704" w:rsidRDefault="00402853" w:rsidP="003305D3">
                                    <w:pPr>
                                      <w:spacing w:before="120" w:after="0"/>
                                    </w:pPr>
                                    <w:r>
                                      <w:t xml:space="preserve">Open the </w:t>
                                    </w:r>
                                    <w:r>
                                      <w:rPr>
                                        <w:b/>
                                        <w:i/>
                                      </w:rPr>
                                      <w:t xml:space="preserve">Word </w:t>
                                    </w:r>
                                    <w:r>
                                      <w:t xml:space="preserve"> app on your mobile device </w:t>
                                    </w:r>
                                  </w:p>
                                </w:tc>
                              </w:tr>
                              <w:tr w:rsidR="00402853" w:rsidTr="00AE2B9E">
                                <w:trPr>
                                  <w:trHeight w:val="540"/>
                                </w:trPr>
                                <w:tc>
                                  <w:tcPr>
                                    <w:tcW w:w="567" w:type="dxa"/>
                                  </w:tcPr>
                                  <w:p w:rsidR="00402853" w:rsidRPr="003C6D7F" w:rsidRDefault="00402853">
                                    <w:pPr>
                                      <w:spacing w:before="0" w:after="0"/>
                                      <w:rPr>
                                        <w:rFonts w:ascii="Numbers" w:hAnsi="Numbers"/>
                                        <w:color w:val="C00000"/>
                                        <w:sz w:val="48"/>
                                        <w:szCs w:val="48"/>
                                      </w:rPr>
                                    </w:pPr>
                                    <w:r>
                                      <w:rPr>
                                        <w:rFonts w:ascii="Numbers" w:hAnsi="Numbers"/>
                                        <w:color w:val="C00000"/>
                                        <w:sz w:val="48"/>
                                        <w:szCs w:val="48"/>
                                      </w:rPr>
                                      <w:t></w:t>
                                    </w:r>
                                  </w:p>
                                </w:tc>
                                <w:tc>
                                  <w:tcPr>
                                    <w:tcW w:w="2552" w:type="dxa"/>
                                  </w:tcPr>
                                  <w:p w:rsidR="00402853" w:rsidRDefault="00402853" w:rsidP="00E45AF4">
                                    <w:pPr>
                                      <w:spacing w:before="120" w:after="0"/>
                                    </w:pPr>
                                    <w:r>
                                      <w:t xml:space="preserve">Swipe from right to left to navigate to the </w:t>
                                    </w:r>
                                    <w:r w:rsidRPr="00E45AF4">
                                      <w:t>sign in page</w:t>
                                    </w:r>
                                  </w:p>
                                </w:tc>
                              </w:tr>
                              <w:tr w:rsidR="00402853" w:rsidTr="00AE2B9E">
                                <w:trPr>
                                  <w:trHeight w:val="540"/>
                                </w:trPr>
                                <w:tc>
                                  <w:tcPr>
                                    <w:tcW w:w="567" w:type="dxa"/>
                                  </w:tcPr>
                                  <w:p w:rsidR="00402853" w:rsidRPr="003C6D7F" w:rsidRDefault="00402853">
                                    <w:pPr>
                                      <w:spacing w:before="0" w:after="0"/>
                                      <w:rPr>
                                        <w:rFonts w:ascii="Numbers" w:hAnsi="Numbers"/>
                                        <w:color w:val="C00000"/>
                                        <w:sz w:val="48"/>
                                        <w:szCs w:val="48"/>
                                      </w:rPr>
                                    </w:pPr>
                                    <w:r>
                                      <w:rPr>
                                        <w:rFonts w:ascii="Numbers" w:hAnsi="Numbers"/>
                                        <w:color w:val="C00000"/>
                                        <w:sz w:val="48"/>
                                        <w:szCs w:val="48"/>
                                      </w:rPr>
                                      <w:t></w:t>
                                    </w:r>
                                  </w:p>
                                </w:tc>
                                <w:tc>
                                  <w:tcPr>
                                    <w:tcW w:w="2552" w:type="dxa"/>
                                  </w:tcPr>
                                  <w:p w:rsidR="00402853" w:rsidRPr="0083460E" w:rsidRDefault="00402853" w:rsidP="00E45AF4">
                                    <w:pPr>
                                      <w:spacing w:before="120" w:after="0"/>
                                    </w:pPr>
                                    <w:r>
                                      <w:t xml:space="preserve">Tap </w:t>
                                    </w:r>
                                    <w:r>
                                      <w:rPr>
                                        <w:b/>
                                        <w:i/>
                                      </w:rPr>
                                      <w:t xml:space="preserve">Sign in </w:t>
                                    </w:r>
                                    <w:r>
                                      <w:t xml:space="preserve">page, then type your Office 365 email address </w:t>
                                    </w:r>
                                  </w:p>
                                </w:tc>
                              </w:tr>
                              <w:tr w:rsidR="00402853" w:rsidTr="00AE2B9E">
                                <w:trPr>
                                  <w:trHeight w:val="540"/>
                                </w:trPr>
                                <w:tc>
                                  <w:tcPr>
                                    <w:tcW w:w="567" w:type="dxa"/>
                                  </w:tcPr>
                                  <w:p w:rsidR="00402853" w:rsidRPr="003C6D7F" w:rsidRDefault="00402853">
                                    <w:pPr>
                                      <w:spacing w:before="0" w:after="0"/>
                                      <w:rPr>
                                        <w:rFonts w:ascii="Numbers" w:hAnsi="Numbers"/>
                                        <w:color w:val="C00000"/>
                                        <w:sz w:val="48"/>
                                        <w:szCs w:val="48"/>
                                      </w:rPr>
                                    </w:pPr>
                                    <w:r>
                                      <w:rPr>
                                        <w:rFonts w:ascii="Numbers" w:hAnsi="Numbers"/>
                                        <w:color w:val="C00000"/>
                                        <w:sz w:val="48"/>
                                        <w:szCs w:val="48"/>
                                      </w:rPr>
                                      <w:t></w:t>
                                    </w:r>
                                  </w:p>
                                </w:tc>
                                <w:tc>
                                  <w:tcPr>
                                    <w:tcW w:w="2552" w:type="dxa"/>
                                  </w:tcPr>
                                  <w:p w:rsidR="00402853" w:rsidRPr="0083460E" w:rsidRDefault="00402853">
                                    <w:pPr>
                                      <w:spacing w:before="120" w:after="0"/>
                                      <w:rPr>
                                        <w:b/>
                                      </w:rPr>
                                    </w:pPr>
                                    <w:r>
                                      <w:t xml:space="preserve">Tap </w:t>
                                    </w:r>
                                    <w:r>
                                      <w:rPr>
                                        <w:b/>
                                      </w:rPr>
                                      <w:t>[Next]</w:t>
                                    </w:r>
                                  </w:p>
                                </w:tc>
                              </w:tr>
                              <w:tr w:rsidR="00402853" w:rsidTr="00AE2B9E">
                                <w:trPr>
                                  <w:trHeight w:val="540"/>
                                </w:trPr>
                                <w:tc>
                                  <w:tcPr>
                                    <w:tcW w:w="567" w:type="dxa"/>
                                  </w:tcPr>
                                  <w:p w:rsidR="00402853" w:rsidRDefault="00402853">
                                    <w:pPr>
                                      <w:spacing w:before="0" w:after="0"/>
                                      <w:rPr>
                                        <w:rFonts w:ascii="Numbers" w:hAnsi="Numbers"/>
                                        <w:color w:val="C00000"/>
                                        <w:sz w:val="48"/>
                                        <w:szCs w:val="48"/>
                                      </w:rPr>
                                    </w:pPr>
                                    <w:r>
                                      <w:rPr>
                                        <w:rFonts w:ascii="Numbers" w:hAnsi="Numbers"/>
                                        <w:color w:val="C00000"/>
                                        <w:sz w:val="48"/>
                                        <w:szCs w:val="48"/>
                                      </w:rPr>
                                      <w:t></w:t>
                                    </w:r>
                                  </w:p>
                                </w:tc>
                                <w:tc>
                                  <w:tcPr>
                                    <w:tcW w:w="2552" w:type="dxa"/>
                                  </w:tcPr>
                                  <w:p w:rsidR="00402853" w:rsidRDefault="00402853">
                                    <w:pPr>
                                      <w:spacing w:before="120" w:after="0"/>
                                      <w:rPr>
                                        <w:b/>
                                      </w:rPr>
                                    </w:pPr>
                                    <w:r>
                                      <w:t xml:space="preserve">Type your password, then tap </w:t>
                                    </w:r>
                                    <w:r>
                                      <w:rPr>
                                        <w:b/>
                                      </w:rPr>
                                      <w:t>[Sign in]</w:t>
                                    </w:r>
                                  </w:p>
                                  <w:p w:rsidR="00402853" w:rsidRPr="00780432" w:rsidRDefault="00402853">
                                    <w:pPr>
                                      <w:spacing w:before="120" w:after="0"/>
                                      <w:rPr>
                                        <w:i/>
                                      </w:rPr>
                                    </w:pPr>
                                    <w:r>
                                      <w:rPr>
                                        <w:i/>
                                      </w:rPr>
                                      <w:t>It may take a few moments to configure…</w:t>
                                    </w:r>
                                  </w:p>
                                </w:tc>
                              </w:tr>
                              <w:tr w:rsidR="00402853" w:rsidTr="00AE2B9E">
                                <w:trPr>
                                  <w:trHeight w:val="540"/>
                                </w:trPr>
                                <w:tc>
                                  <w:tcPr>
                                    <w:tcW w:w="567" w:type="dxa"/>
                                  </w:tcPr>
                                  <w:p w:rsidR="00402853" w:rsidRDefault="00402853">
                                    <w:pPr>
                                      <w:spacing w:before="0" w:after="0"/>
                                      <w:rPr>
                                        <w:rFonts w:ascii="Numbers" w:hAnsi="Numbers"/>
                                        <w:color w:val="C00000"/>
                                        <w:sz w:val="48"/>
                                        <w:szCs w:val="48"/>
                                      </w:rPr>
                                    </w:pPr>
                                    <w:r>
                                      <w:rPr>
                                        <w:rFonts w:ascii="Numbers" w:hAnsi="Numbers"/>
                                        <w:color w:val="C00000"/>
                                        <w:sz w:val="48"/>
                                        <w:szCs w:val="48"/>
                                      </w:rPr>
                                      <w:t></w:t>
                                    </w:r>
                                  </w:p>
                                </w:tc>
                                <w:tc>
                                  <w:tcPr>
                                    <w:tcW w:w="2552" w:type="dxa"/>
                                  </w:tcPr>
                                  <w:p w:rsidR="00402853" w:rsidRPr="00974549" w:rsidRDefault="00402853" w:rsidP="00C23C63">
                                    <w:pPr>
                                      <w:spacing w:before="120" w:after="0"/>
                                      <w:rPr>
                                        <w:b/>
                                        <w:i/>
                                      </w:rPr>
                                    </w:pPr>
                                    <w:r>
                                      <w:t xml:space="preserve">Tap </w:t>
                                    </w:r>
                                    <w:r>
                                      <w:rPr>
                                        <w:b/>
                                      </w:rPr>
                                      <w:t>[Create and Edit Documents]</w:t>
                                    </w:r>
                                    <w:r>
                                      <w:t xml:space="preserve">, then tap </w:t>
                                    </w:r>
                                    <w:r>
                                      <w:rPr>
                                        <w:b/>
                                        <w:i/>
                                      </w:rPr>
                                      <w:t>Done</w:t>
                                    </w:r>
                                  </w:p>
                                </w:tc>
                              </w:tr>
                            </w:tbl>
                            <w:p w:rsidR="00402853" w:rsidRDefault="00402853">
                              <w:pPr>
                                <w:ind w:left="567"/>
                              </w:pPr>
                            </w:p>
                          </w:txbxContent>
                        </wps:txbx>
                        <wps:bodyPr rot="0" vert="horz" wrap="square" lIns="91440" tIns="45720" rIns="91440" bIns="45720" anchor="t" anchorCtr="0" upright="1">
                          <a:noAutofit/>
                        </wps:bodyPr>
                      </wps:wsp>
                      <wpg:grpSp>
                        <wpg:cNvPr id="40" name="Number6Group"/>
                        <wpg:cNvGrpSpPr/>
                        <wpg:grpSpPr>
                          <a:xfrm>
                            <a:off x="4295775" y="923925"/>
                            <a:ext cx="255270" cy="255270"/>
                            <a:chOff x="0" y="0"/>
                            <a:chExt cx="255600" cy="255600"/>
                          </a:xfrm>
                        </wpg:grpSpPr>
                        <wps:wsp>
                          <wps:cNvPr id="41" name="Number6Oval"/>
                          <wps:cNvSpPr>
                            <a:spLocks noChangeArrowheads="1"/>
                          </wps:cNvSpPr>
                          <wps:spPr bwMode="auto">
                            <a:xfrm>
                              <a:off x="23751" y="23750"/>
                              <a:ext cx="217260" cy="20448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Number6Text"/>
                          <wps:cNvSpPr txBox="1">
                            <a:spLocks noChangeArrowheads="1"/>
                          </wps:cNvSpPr>
                          <wps:spPr bwMode="auto">
                            <a:xfrm>
                              <a:off x="0" y="0"/>
                              <a:ext cx="255600" cy="2556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853" w:rsidRDefault="00402853" w:rsidP="0059271D">
                                <w:pPr>
                                  <w:spacing w:before="0" w:after="0"/>
                                  <w:jc w:val="center"/>
                                  <w:rPr>
                                    <w:b/>
                                    <w:bCs/>
                                    <w:color w:val="FFFFFF"/>
                                  </w:rPr>
                                </w:pPr>
                                <w:r>
                                  <w:rPr>
                                    <w:b/>
                                    <w:bCs/>
                                    <w:color w:val="FFFFFF"/>
                                  </w:rPr>
                                  <w:t>3</w:t>
                                </w:r>
                              </w:p>
                            </w:txbxContent>
                          </wps:txbx>
                          <wps:bodyPr rot="0" vert="horz" wrap="square" lIns="91440" tIns="45720" rIns="91440" bIns="45720" anchor="t" anchorCtr="0" upright="1">
                            <a:noAutofit/>
                          </wps:bodyPr>
                        </wps:wsp>
                      </wpg:grpSp>
                      <wps:wsp>
                        <wps:cNvPr id="7" name="ReferenceBox"/>
                        <wps:cNvSpPr txBox="1">
                          <a:spLocks noChangeArrowheads="1"/>
                        </wps:cNvSpPr>
                        <wps:spPr bwMode="auto">
                          <a:xfrm>
                            <a:off x="19050" y="7381875"/>
                            <a:ext cx="3084830" cy="1436370"/>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2853" w:rsidRDefault="00402853" w:rsidP="0040786A">
                              <w:pPr>
                                <w:pStyle w:val="ReferenceHeading"/>
                              </w:pPr>
                              <w:r>
                                <w:t>For Your Reference…</w:t>
                              </w:r>
                            </w:p>
                            <w:p w:rsidR="00402853" w:rsidRPr="00770D34" w:rsidRDefault="00402853">
                              <w:pPr>
                                <w:spacing w:before="0" w:after="0"/>
                              </w:pPr>
                              <w:r>
                                <w:rPr>
                                  <w:color w:val="000000"/>
                                </w:rPr>
                                <w:t xml:space="preserve">To </w:t>
                              </w:r>
                              <w:r>
                                <w:rPr>
                                  <w:b/>
                                  <w:i/>
                                  <w:color w:val="000000"/>
                                </w:rPr>
                                <w:t>access Office Mobile</w:t>
                              </w:r>
                              <w:r>
                                <w:t>:</w:t>
                              </w:r>
                            </w:p>
                            <w:p w:rsidR="00402853" w:rsidRPr="00625396" w:rsidRDefault="00402853" w:rsidP="00C01D98">
                              <w:pPr>
                                <w:spacing w:after="0"/>
                                <w:ind w:left="567" w:hanging="283"/>
                              </w:pPr>
                              <w:r w:rsidRPr="00287E3E">
                                <w:t>1.</w:t>
                              </w:r>
                              <w:r w:rsidRPr="00287E3E">
                                <w:tab/>
                              </w:r>
                              <w:r>
                                <w:t xml:space="preserve">Navigate to the </w:t>
                              </w:r>
                              <w:r>
                                <w:rPr>
                                  <w:b/>
                                  <w:i/>
                                </w:rPr>
                                <w:t xml:space="preserve">Sign in </w:t>
                              </w:r>
                              <w:r>
                                <w:t>page</w:t>
                              </w:r>
                            </w:p>
                            <w:p w:rsidR="00402853" w:rsidRDefault="00402853" w:rsidP="00C01D98">
                              <w:pPr>
                                <w:spacing w:after="0"/>
                                <w:ind w:left="567" w:hanging="283"/>
                              </w:pPr>
                              <w:r>
                                <w:t>2.</w:t>
                              </w:r>
                              <w:r>
                                <w:tab/>
                                <w:t xml:space="preserve">Type your email address, tap </w:t>
                              </w:r>
                              <w:r>
                                <w:rPr>
                                  <w:b/>
                                </w:rPr>
                                <w:t>[Next]</w:t>
                              </w:r>
                              <w:r>
                                <w:t xml:space="preserve">, </w:t>
                              </w:r>
                              <w:proofErr w:type="gramStart"/>
                              <w:r>
                                <w:t>then</w:t>
                              </w:r>
                              <w:proofErr w:type="gramEnd"/>
                              <w:r>
                                <w:t xml:space="preserve"> type your password </w:t>
                              </w:r>
                            </w:p>
                            <w:p w:rsidR="00402853" w:rsidRPr="006F4B8C" w:rsidRDefault="00402853" w:rsidP="00C01D98">
                              <w:pPr>
                                <w:spacing w:after="0"/>
                                <w:ind w:left="567" w:hanging="283"/>
                              </w:pPr>
                              <w:r>
                                <w:t>3.</w:t>
                              </w:r>
                              <w:r>
                                <w:tab/>
                                <w:t xml:space="preserve">Tap </w:t>
                              </w:r>
                              <w:r>
                                <w:rPr>
                                  <w:b/>
                                </w:rPr>
                                <w:t>[Sign in]</w:t>
                              </w:r>
                            </w:p>
                          </w:txbxContent>
                        </wps:txbx>
                        <wps:bodyPr rot="0" vert="horz" wrap="square" lIns="91440" tIns="45720" rIns="91440" bIns="45720" anchor="t" anchorCtr="0" upright="1">
                          <a:noAutofit/>
                        </wps:bodyPr>
                      </wps:wsp>
                      <wps:wsp>
                        <wps:cNvPr id="8" name="HandyToKnowBox"/>
                        <wps:cNvSpPr txBox="1">
                          <a:spLocks noChangeArrowheads="1"/>
                        </wps:cNvSpPr>
                        <wps:spPr bwMode="auto">
                          <a:xfrm>
                            <a:off x="3219450" y="7381875"/>
                            <a:ext cx="2915920" cy="1436370"/>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2853" w:rsidRDefault="00402853" w:rsidP="0040786A">
                              <w:pPr>
                                <w:pStyle w:val="TipHeading"/>
                              </w:pPr>
                              <w:r>
                                <w:t>Handy to Know…</w:t>
                              </w:r>
                            </w:p>
                            <w:p w:rsidR="00402853" w:rsidRDefault="00402853" w:rsidP="00402853">
                              <w:pPr>
                                <w:numPr>
                                  <w:ilvl w:val="0"/>
                                  <w:numId w:val="14"/>
                                </w:numPr>
                                <w:spacing w:before="0"/>
                              </w:pPr>
                              <w:r>
                                <w:t>Office Mobile automatically syncs with the OneDrive service attached to whatever account you use to sign in to Office Mobile. This means that all files stored in your OneDrive account will appear listed in Office Mobile.</w:t>
                              </w:r>
                            </w:p>
                          </w:txbxContent>
                        </wps:txbx>
                        <wps:bodyPr rot="0" vert="horz" wrap="square" lIns="91440" tIns="45720" rIns="91440" bIns="45720" anchor="t" anchorCtr="0" upright="1">
                          <a:noAutofit/>
                        </wps:bodyPr>
                      </wps:wsp>
                      <wps:wsp>
                        <wps:cNvPr id="5" name="Line 104"/>
                        <wps:cNvCnPr/>
                        <wps:spPr bwMode="auto">
                          <a:xfrm>
                            <a:off x="0" y="7248525"/>
                            <a:ext cx="617347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 name="OF1314_005_02.pn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590800" y="962025"/>
                            <a:ext cx="1439545" cy="2556510"/>
                          </a:xfrm>
                          <a:prstGeom prst="rect">
                            <a:avLst/>
                          </a:prstGeom>
                          <a:ln w="9525" cap="flat" cmpd="sng" algn="ctr">
                            <a:solidFill>
                              <a:srgbClr val="969696"/>
                            </a:solidFill>
                            <a:prstDash val="solid"/>
                            <a:round/>
                            <a:headEnd type="none" w="med" len="med"/>
                            <a:tailEnd type="none" w="med" len="med"/>
                          </a:ln>
                        </pic:spPr>
                      </pic:pic>
                      <pic:pic xmlns:pic="http://schemas.openxmlformats.org/drawingml/2006/picture">
                        <pic:nvPicPr>
                          <pic:cNvPr id="4" name="OF1314_005_03.png"/>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600575" y="952500"/>
                            <a:ext cx="1439545" cy="2556510"/>
                          </a:xfrm>
                          <a:prstGeom prst="rect">
                            <a:avLst/>
                          </a:prstGeom>
                          <a:ln w="9525" cap="flat" cmpd="sng" algn="ctr">
                            <a:solidFill>
                              <a:srgbClr val="969696"/>
                            </a:solidFill>
                            <a:prstDash val="solid"/>
                            <a:round/>
                            <a:headEnd type="none" w="med" len="med"/>
                            <a:tailEnd type="none" w="med" len="med"/>
                          </a:ln>
                        </pic:spPr>
                      </pic:pic>
                      <pic:pic xmlns:pic="http://schemas.openxmlformats.org/drawingml/2006/picture">
                        <pic:nvPicPr>
                          <pic:cNvPr id="9" name="OF1314_005_06a.png"/>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590800" y="3609975"/>
                            <a:ext cx="1439545" cy="2556510"/>
                          </a:xfrm>
                          <a:prstGeom prst="rect">
                            <a:avLst/>
                          </a:prstGeom>
                          <a:ln w="9525" cap="flat" cmpd="sng" algn="ctr">
                            <a:solidFill>
                              <a:srgbClr val="969696"/>
                            </a:solidFill>
                            <a:prstDash val="solid"/>
                            <a:round/>
                            <a:headEnd type="none" w="med" len="med"/>
                            <a:tailEnd type="none" w="med" len="med"/>
                          </a:ln>
                        </pic:spPr>
                      </pic:pic>
                      <pic:pic xmlns:pic="http://schemas.openxmlformats.org/drawingml/2006/picture">
                        <pic:nvPicPr>
                          <pic:cNvPr id="13" name="OF1314_005_06.png"/>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4600575" y="3609975"/>
                            <a:ext cx="1439545" cy="2556510"/>
                          </a:xfrm>
                          <a:prstGeom prst="rect">
                            <a:avLst/>
                          </a:prstGeom>
                          <a:ln w="9525" cap="flat" cmpd="sng" algn="ctr">
                            <a:solidFill>
                              <a:srgbClr val="969696"/>
                            </a:solidFill>
                            <a:prstDash val="solid"/>
                            <a:round/>
                            <a:headEnd type="none" w="med" len="med"/>
                            <a:tailEnd type="none" w="med" len="med"/>
                          </a:ln>
                        </pic:spPr>
                      </pic:pic>
                      <wpg:grpSp>
                        <wpg:cNvPr id="3" name="Number6Group"/>
                        <wpg:cNvGrpSpPr/>
                        <wpg:grpSpPr>
                          <a:xfrm>
                            <a:off x="4324350" y="3590925"/>
                            <a:ext cx="255270" cy="255270"/>
                            <a:chOff x="0" y="0"/>
                            <a:chExt cx="255600" cy="255600"/>
                          </a:xfrm>
                        </wpg:grpSpPr>
                        <wps:wsp>
                          <wps:cNvPr id="6" name="Number6Oval"/>
                          <wps:cNvSpPr>
                            <a:spLocks noChangeArrowheads="1"/>
                          </wps:cNvSpPr>
                          <wps:spPr bwMode="auto">
                            <a:xfrm>
                              <a:off x="23751" y="23750"/>
                              <a:ext cx="217260" cy="20448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Number6Text"/>
                          <wps:cNvSpPr txBox="1">
                            <a:spLocks noChangeArrowheads="1"/>
                          </wps:cNvSpPr>
                          <wps:spPr bwMode="auto">
                            <a:xfrm>
                              <a:off x="0" y="0"/>
                              <a:ext cx="255600" cy="2556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853" w:rsidRDefault="00402853" w:rsidP="0059271D">
                                <w:pPr>
                                  <w:spacing w:before="0" w:after="0"/>
                                  <w:jc w:val="center"/>
                                  <w:rPr>
                                    <w:b/>
                                    <w:bCs/>
                                    <w:color w:val="FFFFFF"/>
                                  </w:rPr>
                                </w:pPr>
                                <w:r>
                                  <w:rPr>
                                    <w:b/>
                                    <w:bCs/>
                                    <w:color w:val="FFFFFF"/>
                                  </w:rPr>
                                  <w:t>6</w:t>
                                </w:r>
                              </w:p>
                            </w:txbxContent>
                          </wps:txbx>
                          <wps:bodyPr rot="0" vert="horz" wrap="square" lIns="91440" tIns="45720" rIns="91440" bIns="45720" anchor="t" anchorCtr="0" upright="1">
                            <a:noAutofit/>
                          </wps:bodyPr>
                        </wps:wsp>
                      </wpg:grpSp>
                    </wpg:wgp>
                  </a:graphicData>
                </a:graphic>
              </wp:anchor>
            </w:drawing>
          </mc:Choice>
          <mc:Fallback>
            <w:pict>
              <v:group id="Group 12" o:spid="_x0000_s1026" style="position:absolute;margin-left:-1.2pt;margin-top:2.65pt;width:498pt;height:694.35pt;z-index:251659264" coordsize="63246,881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">
                <v:group id="Number6Group" o:spid="_x0000_s1027" style="position:absolute;left:22860;top:36004;width:2552;height:2553" coordsize="255600,255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oval id="Number6Oval" o:spid="_x0000_s1028" style="position:absolute;left:23751;top:23750;width:217260;height:204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9TNcIA&#10;AADbAAAADwAAAGRycy9kb3ducmV2LnhtbESPQWvCQBSE7wX/w/IEb/XFCrZEVxFBUeihWr0/ss8k&#10;mH0bdrcm9td3C4Ueh5n5hlmsetuoO/tQO9EwGWegWApnaik1nD+3z2+gQiQx1DhhDQ8OsFoOnhaU&#10;G9fJke+nWKoEkZCThirGNkcMRcWWwti1LMm7Om8pJulLNJ66BLcNvmTZDC3VkhYqanlTcXE7fVkN&#10;M3/bFeI2ePi+XFv/3uHxo0StR8N+PQcVuY//4b/23miYvsLvl/QDc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b1M1wgAAANsAAAAPAAAAAAAAAAAAAAAAAJgCAABkcnMvZG93&#10;bnJldi54bWxQSwUGAAAAAAQABAD1AAAAhwMAAAAA&#10;" fillcolor="#c00000" stroked="f"/>
                  <v:shapetype id="_x0000_t202" coordsize="21600,21600" o:spt="202" path="m,l,21600r21600,l21600,xe">
                    <v:stroke joinstyle="miter"/>
                    <v:path gradientshapeok="t" o:connecttype="rect"/>
                  </v:shapetype>
                  <v:shape id="Number6Text" o:spid="_x0000_s1029" type="#_x0000_t202" style="position:absolute;width:255600;height:255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8pHsIA&#10;AADbAAAADwAAAGRycy9kb3ducmV2LnhtbERPy2oCMRTdF/oP4RbciGZUKHU0ii2tuvUB4u46uc4M&#10;ndyMSTqOfr1ZCF0ezns6b00lGnK+tKxg0E9AEGdWl5wr2O9+eh8gfEDWWFkmBTfyMJ+9vkwx1fbK&#10;G2q2IRcxhH2KCooQ6lRKnxVk0PdtTRy5s3UGQ4Qul9rhNYabSg6T5F0aLDk2FFjTV0HZ7/bPKFjy&#10;5fTNq274vC/2x9P4cG66TirVeWsXExCB2vAvfrrXWsEojo1f4g+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3ykewgAAANsAAAAPAAAAAAAAAAAAAAAAAJgCAABkcnMvZG93&#10;bnJldi54bWxQSwUGAAAAAAQABAD1AAAAhwMAAAAA&#10;" filled="f" fillcolor="black" stroked="f">
                    <v:textbox>
                      <w:txbxContent>
                        <w:p w:rsidR="00402853" w:rsidRDefault="00402853" w:rsidP="0059271D">
                          <w:pPr>
                            <w:spacing w:before="0" w:after="0"/>
                            <w:jc w:val="center"/>
                            <w:rPr>
                              <w:b/>
                              <w:bCs/>
                              <w:color w:val="FFFFFF"/>
                            </w:rPr>
                          </w:pPr>
                          <w:r>
                            <w:rPr>
                              <w:b/>
                              <w:bCs/>
                              <w:color w:val="FFFFFF"/>
                            </w:rPr>
                            <w:t>5</w:t>
                          </w:r>
                        </w:p>
                      </w:txbxContent>
                    </v:textbox>
                  </v:shape>
                </v:group>
                <v:group id="Group 1" o:spid="_x0000_s1030" style="position:absolute;left:381;width:62865;height:7334" coordsize="62865,7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 id="OverviewBox1" o:spid="_x0000_s1031" type="#_x0000_t202" style="position:absolute;width:29718;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style="mso-next-textbox:#OverviewBox2">
                      <w:txbxContent>
                        <w:p w:rsidR="00402853" w:rsidRDefault="00402853" w:rsidP="005C6B16">
                          <w:pPr>
                            <w:pStyle w:val="Overview"/>
                          </w:pPr>
                          <w:r>
                            <w:t>You can download mobile apps for Microsoft Word, Excel and PowerPoint for free from the app store on your mobile device. Once you have downloaded the apps you must sign in with your outlook, Hotmail or Office 365 account in order to start viewing, creating and modifying document. You can use the same methods to sign in to the PowerPoint or Excel mobile app.</w:t>
                          </w:r>
                        </w:p>
                        <w:p w:rsidR="00402853" w:rsidRDefault="00402853" w:rsidP="0040786A">
                          <w:pPr>
                            <w:pStyle w:val="Overview"/>
                          </w:pPr>
                        </w:p>
                      </w:txbxContent>
                    </v:textbox>
                  </v:shape>
                  <v:shape id="OverviewBox2" o:spid="_x0000_s1032" type="#_x0000_t202" style="position:absolute;left:32004;width:30861;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w:txbxContent/>
                    </v:textbox>
                  </v:shape>
                </v:group>
                <v:line id="Straight Connector 10" o:spid="_x0000_s1033" style="position:absolute;visibility:visible;mso-wrap-style:square" from="571,7810" to="61411,7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AUEMYAAADbAAAADwAAAGRycy9kb3ducmV2LnhtbESPQWvCQBCF70L/wzKFXqRuKigSXcWW&#10;WnvoxShUb2N2TILZ2TS71fTfdw6Ctxnem/e+mS06V6sLtaHybOBlkIAizr2tuDCw266eJ6BCRLZY&#10;eyYDfxRgMX/ozTC1/sobumSxUBLCIUUDZYxNqnXIS3IYBr4hFu3kW4dR1rbQtsWrhLtaD5NkrB1W&#10;LA0lNvRWUn7Ofp2Bj/NkdMSVP/TjcE1f76+8z36+jXl67JZTUJG6eDffrj+t4Au9/CID6P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ygFBDGAAAA2wAAAA8AAAAAAAAA&#10;AAAAAAAAoQIAAGRycy9kb3ducmV2LnhtbFBLBQYAAAAABAAEAPkAAACUAwAAAAA=&#10;" strokecolor="#c00000"/>
                <v:group id="Number2Group" o:spid="_x0000_s1034" style="position:absolute;left:22860;top:9334;width:2552;height:2553" coordsize="255600,255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oval id="Number2Oval" o:spid="_x0000_s1035" style="position:absolute;left:23751;top:23750;width:217260;height:204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k+vMAA&#10;AADbAAAADwAAAGRycy9kb3ducmV2LnhtbERPS2vCQBC+F/wPywi91Yk9iKauUgRLCx58tPchOybB&#10;7GzY3Zror3cFwdt8fM+ZL3vbqDP7UDvRMB5loFgKZ2opNfwe1m9TUCGSGGqcsIYLB1guBi9zyo3r&#10;ZMfnfSxVCpGQk4YqxjZHDEXFlsLItSyJOzpvKSboSzSeuhRuG3zPsglaqiU1VNTyquLitP+3Gib+&#10;9FWIW+HP9e/Y+k2Hu22JWr8O+88PUJH7+BQ/3N8mzZ/B/Zd0AC5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k+vMAAAADbAAAADwAAAAAAAAAAAAAAAACYAgAAZHJzL2Rvd25y&#10;ZXYueG1sUEsFBgAAAAAEAAQA9QAAAIUDAAAAAA==&#10;" fillcolor="#c00000" stroked="f"/>
                  <v:shape id="Number2Text" o:spid="_x0000_s1036" type="#_x0000_t202" style="position:absolute;width:255600;height:255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ItssUA&#10;AADbAAAADwAAAGRycy9kb3ducmV2LnhtbESPT2sCMRTE74V+h/AEL6LZWih1NYotVXv1D4i35+a5&#10;u7h52SZx3frpjVDocZiZ3zCTWWsq0ZDzpWUFL4MEBHFmdcm5gt120X8H4QOyxsoyKfglD7Pp89ME&#10;U22vvKZmE3IRIexTVFCEUKdS+qwgg35ga+LonawzGKJ0udQOrxFuKjlMkjdpsOS4UGBNnwVl583F&#10;KFjyz/GLV73wcZvvDsfR/tT0nFSq22nnYxCB2vAf/mt/awXDV3h8iT9AT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oi2yxQAAANsAAAAPAAAAAAAAAAAAAAAAAJgCAABkcnMv&#10;ZG93bnJldi54bWxQSwUGAAAAAAQABAD1AAAAigMAAAAA&#10;" filled="f" fillcolor="black" stroked="f">
                    <v:textbox>
                      <w:txbxContent>
                        <w:p w:rsidR="00402853" w:rsidRDefault="00402853" w:rsidP="0059271D">
                          <w:pPr>
                            <w:spacing w:before="0" w:after="0"/>
                            <w:jc w:val="center"/>
                            <w:rPr>
                              <w:b/>
                              <w:bCs/>
                              <w:color w:val="FFFFFF"/>
                            </w:rPr>
                          </w:pPr>
                          <w:r>
                            <w:rPr>
                              <w:b/>
                              <w:bCs/>
                              <w:color w:val="FFFFFF"/>
                            </w:rPr>
                            <w:t>2</w:t>
                          </w:r>
                        </w:p>
                      </w:txbxContent>
                    </v:textbox>
                  </v:shape>
                </v:group>
                <v:shape id="TryThisYourselfBox" o:spid="_x0000_s1037" type="#_x0000_t202" style="position:absolute;left:857;top:9620;width:20991;height:43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Ep/MMA&#10;AADbAAAADwAAAGRycy9kb3ducmV2LnhtbERPTWvCQBC9F/oflil4qxt7kJK6ihQkrUhptQjehuyY&#10;Dc3MxuzWxP76bqHgbR7vc2aLgRt1pi7UXgxMxhkoktLbWioDn7vV/SOoEFEsNl7IwIUCLOa3NzPM&#10;re/lg87bWKkUIiFHAy7GNtc6lI4Yw9i3JIk7+o4xJthV2nbYp3Bu9EOWTTVjLanBYUvPjsqv7Tcb&#10;eCuLg38/cb8vdpvi1fHph3htzOhuWD6BijTEq/jf/WLT/Cn8/ZIO0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REp/MMAAADbAAAADwAAAAAAAAAAAAAAAACYAgAAZHJzL2Rv&#10;d25yZXYueG1sUEsFBgAAAAAEAAQA9QAAAIgDAAAAAA==&#10;" fillcolor="#ffc" strokeweight=".25pt">
                  <v:shadow on="t" offset="-6pt,6pt"/>
                  <v:textbox>
                    <w:txbxContent>
                      <w:tbl>
                        <w:tblPr>
                          <w:tblW w:w="0" w:type="auto"/>
                          <w:tblLayout w:type="fixed"/>
                          <w:tblLook w:val="0000" w:firstRow="0" w:lastRow="0" w:firstColumn="0" w:lastColumn="0" w:noHBand="0" w:noVBand="0"/>
                        </w:tblPr>
                        <w:tblGrid>
                          <w:gridCol w:w="567"/>
                          <w:gridCol w:w="2552"/>
                        </w:tblGrid>
                        <w:tr w:rsidR="00402853" w:rsidTr="00AE2B9E">
                          <w:trPr>
                            <w:cantSplit/>
                            <w:trHeight w:val="540"/>
                          </w:trPr>
                          <w:tc>
                            <w:tcPr>
                              <w:tcW w:w="3119" w:type="dxa"/>
                              <w:gridSpan w:val="2"/>
                            </w:tcPr>
                            <w:p w:rsidR="00402853" w:rsidRDefault="00402853">
                              <w:pPr>
                                <w:spacing w:before="120"/>
                                <w:rPr>
                                  <w:b/>
                                  <w:sz w:val="24"/>
                                </w:rPr>
                              </w:pPr>
                              <w:r>
                                <w:rPr>
                                  <w:b/>
                                  <w:sz w:val="24"/>
                                </w:rPr>
                                <w:t>Try This Yourself:</w:t>
                              </w:r>
                            </w:p>
                          </w:tc>
                        </w:tr>
                        <w:tr w:rsidR="00402853" w:rsidTr="00AE2B9E">
                          <w:trPr>
                            <w:cantSplit/>
                          </w:trPr>
                          <w:tc>
                            <w:tcPr>
                              <w:tcW w:w="567" w:type="dxa"/>
                              <w:textDirection w:val="btLr"/>
                              <w:vAlign w:val="center"/>
                            </w:tcPr>
                            <w:p w:rsidR="00402853" w:rsidRPr="003C6D7F" w:rsidRDefault="00402853" w:rsidP="0075720F">
                              <w:pPr>
                                <w:pStyle w:val="PreambleLabel"/>
                                <w:rPr>
                                  <w:sz w:val="24"/>
                                </w:rPr>
                              </w:pPr>
                            </w:p>
                          </w:tc>
                          <w:tc>
                            <w:tcPr>
                              <w:tcW w:w="2552" w:type="dxa"/>
                            </w:tcPr>
                            <w:p w:rsidR="00402853" w:rsidRDefault="00402853" w:rsidP="00440231">
                              <w:pPr>
                                <w:pStyle w:val="PreambleText"/>
                                <w:rPr>
                                  <w:b/>
                                  <w:sz w:val="24"/>
                                </w:rPr>
                              </w:pPr>
                              <w:bookmarkStart w:id="2" w:name="Preamble"/>
                              <w:r>
                                <w:t>Before starting this exercise ensure you have downloaded the Office mobile app…</w:t>
                              </w:r>
                              <w:bookmarkEnd w:id="2"/>
                            </w:p>
                          </w:tc>
                        </w:tr>
                        <w:tr w:rsidR="00402853" w:rsidTr="00AE2B9E">
                          <w:trPr>
                            <w:trHeight w:val="540"/>
                          </w:trPr>
                          <w:tc>
                            <w:tcPr>
                              <w:tcW w:w="567" w:type="dxa"/>
                            </w:tcPr>
                            <w:p w:rsidR="00402853" w:rsidRPr="003C6D7F" w:rsidRDefault="00402853">
                              <w:pPr>
                                <w:spacing w:before="0" w:after="0"/>
                                <w:rPr>
                                  <w:rFonts w:ascii="Numbers" w:hAnsi="Numbers"/>
                                  <w:color w:val="C00000"/>
                                  <w:sz w:val="48"/>
                                  <w:szCs w:val="48"/>
                                </w:rPr>
                              </w:pPr>
                              <w:r w:rsidRPr="003C6D7F">
                                <w:rPr>
                                  <w:rFonts w:ascii="Numbers" w:hAnsi="Numbers"/>
                                  <w:color w:val="C00000"/>
                                  <w:sz w:val="48"/>
                                  <w:szCs w:val="48"/>
                                </w:rPr>
                                <w:t></w:t>
                              </w:r>
                            </w:p>
                          </w:tc>
                          <w:tc>
                            <w:tcPr>
                              <w:tcW w:w="2552" w:type="dxa"/>
                            </w:tcPr>
                            <w:p w:rsidR="00402853" w:rsidRPr="00B44704" w:rsidRDefault="00402853" w:rsidP="003305D3">
                              <w:pPr>
                                <w:spacing w:before="120" w:after="0"/>
                              </w:pPr>
                              <w:r>
                                <w:t xml:space="preserve">Open the </w:t>
                              </w:r>
                              <w:r>
                                <w:rPr>
                                  <w:b/>
                                  <w:i/>
                                </w:rPr>
                                <w:t xml:space="preserve">Word </w:t>
                              </w:r>
                              <w:r>
                                <w:t xml:space="preserve"> app on your mobile device </w:t>
                              </w:r>
                            </w:p>
                          </w:tc>
                        </w:tr>
                        <w:tr w:rsidR="00402853" w:rsidTr="00AE2B9E">
                          <w:trPr>
                            <w:trHeight w:val="540"/>
                          </w:trPr>
                          <w:tc>
                            <w:tcPr>
                              <w:tcW w:w="567" w:type="dxa"/>
                            </w:tcPr>
                            <w:p w:rsidR="00402853" w:rsidRPr="003C6D7F" w:rsidRDefault="00402853">
                              <w:pPr>
                                <w:spacing w:before="0" w:after="0"/>
                                <w:rPr>
                                  <w:rFonts w:ascii="Numbers" w:hAnsi="Numbers"/>
                                  <w:color w:val="C00000"/>
                                  <w:sz w:val="48"/>
                                  <w:szCs w:val="48"/>
                                </w:rPr>
                              </w:pPr>
                              <w:r>
                                <w:rPr>
                                  <w:rFonts w:ascii="Numbers" w:hAnsi="Numbers"/>
                                  <w:color w:val="C00000"/>
                                  <w:sz w:val="48"/>
                                  <w:szCs w:val="48"/>
                                </w:rPr>
                                <w:t></w:t>
                              </w:r>
                            </w:p>
                          </w:tc>
                          <w:tc>
                            <w:tcPr>
                              <w:tcW w:w="2552" w:type="dxa"/>
                            </w:tcPr>
                            <w:p w:rsidR="00402853" w:rsidRDefault="00402853" w:rsidP="00E45AF4">
                              <w:pPr>
                                <w:spacing w:before="120" w:after="0"/>
                              </w:pPr>
                              <w:r>
                                <w:t xml:space="preserve">Swipe from right to left to navigate to the </w:t>
                              </w:r>
                              <w:r w:rsidRPr="00E45AF4">
                                <w:t>sign in page</w:t>
                              </w:r>
                            </w:p>
                          </w:tc>
                        </w:tr>
                        <w:tr w:rsidR="00402853" w:rsidTr="00AE2B9E">
                          <w:trPr>
                            <w:trHeight w:val="540"/>
                          </w:trPr>
                          <w:tc>
                            <w:tcPr>
                              <w:tcW w:w="567" w:type="dxa"/>
                            </w:tcPr>
                            <w:p w:rsidR="00402853" w:rsidRPr="003C6D7F" w:rsidRDefault="00402853">
                              <w:pPr>
                                <w:spacing w:before="0" w:after="0"/>
                                <w:rPr>
                                  <w:rFonts w:ascii="Numbers" w:hAnsi="Numbers"/>
                                  <w:color w:val="C00000"/>
                                  <w:sz w:val="48"/>
                                  <w:szCs w:val="48"/>
                                </w:rPr>
                              </w:pPr>
                              <w:r>
                                <w:rPr>
                                  <w:rFonts w:ascii="Numbers" w:hAnsi="Numbers"/>
                                  <w:color w:val="C00000"/>
                                  <w:sz w:val="48"/>
                                  <w:szCs w:val="48"/>
                                </w:rPr>
                                <w:t></w:t>
                              </w:r>
                            </w:p>
                          </w:tc>
                          <w:tc>
                            <w:tcPr>
                              <w:tcW w:w="2552" w:type="dxa"/>
                            </w:tcPr>
                            <w:p w:rsidR="00402853" w:rsidRPr="0083460E" w:rsidRDefault="00402853" w:rsidP="00E45AF4">
                              <w:pPr>
                                <w:spacing w:before="120" w:after="0"/>
                              </w:pPr>
                              <w:r>
                                <w:t xml:space="preserve">Tap </w:t>
                              </w:r>
                              <w:r>
                                <w:rPr>
                                  <w:b/>
                                  <w:i/>
                                </w:rPr>
                                <w:t xml:space="preserve">Sign in </w:t>
                              </w:r>
                              <w:r>
                                <w:t xml:space="preserve">page, then type your Office 365 email address </w:t>
                              </w:r>
                            </w:p>
                          </w:tc>
                        </w:tr>
                        <w:tr w:rsidR="00402853" w:rsidTr="00AE2B9E">
                          <w:trPr>
                            <w:trHeight w:val="540"/>
                          </w:trPr>
                          <w:tc>
                            <w:tcPr>
                              <w:tcW w:w="567" w:type="dxa"/>
                            </w:tcPr>
                            <w:p w:rsidR="00402853" w:rsidRPr="003C6D7F" w:rsidRDefault="00402853">
                              <w:pPr>
                                <w:spacing w:before="0" w:after="0"/>
                                <w:rPr>
                                  <w:rFonts w:ascii="Numbers" w:hAnsi="Numbers"/>
                                  <w:color w:val="C00000"/>
                                  <w:sz w:val="48"/>
                                  <w:szCs w:val="48"/>
                                </w:rPr>
                              </w:pPr>
                              <w:r>
                                <w:rPr>
                                  <w:rFonts w:ascii="Numbers" w:hAnsi="Numbers"/>
                                  <w:color w:val="C00000"/>
                                  <w:sz w:val="48"/>
                                  <w:szCs w:val="48"/>
                                </w:rPr>
                                <w:t></w:t>
                              </w:r>
                            </w:p>
                          </w:tc>
                          <w:tc>
                            <w:tcPr>
                              <w:tcW w:w="2552" w:type="dxa"/>
                            </w:tcPr>
                            <w:p w:rsidR="00402853" w:rsidRPr="0083460E" w:rsidRDefault="00402853">
                              <w:pPr>
                                <w:spacing w:before="120" w:after="0"/>
                                <w:rPr>
                                  <w:b/>
                                </w:rPr>
                              </w:pPr>
                              <w:r>
                                <w:t xml:space="preserve">Tap </w:t>
                              </w:r>
                              <w:r>
                                <w:rPr>
                                  <w:b/>
                                </w:rPr>
                                <w:t>[Next]</w:t>
                              </w:r>
                            </w:p>
                          </w:tc>
                        </w:tr>
                        <w:tr w:rsidR="00402853" w:rsidTr="00AE2B9E">
                          <w:trPr>
                            <w:trHeight w:val="540"/>
                          </w:trPr>
                          <w:tc>
                            <w:tcPr>
                              <w:tcW w:w="567" w:type="dxa"/>
                            </w:tcPr>
                            <w:p w:rsidR="00402853" w:rsidRDefault="00402853">
                              <w:pPr>
                                <w:spacing w:before="0" w:after="0"/>
                                <w:rPr>
                                  <w:rFonts w:ascii="Numbers" w:hAnsi="Numbers"/>
                                  <w:color w:val="C00000"/>
                                  <w:sz w:val="48"/>
                                  <w:szCs w:val="48"/>
                                </w:rPr>
                              </w:pPr>
                              <w:r>
                                <w:rPr>
                                  <w:rFonts w:ascii="Numbers" w:hAnsi="Numbers"/>
                                  <w:color w:val="C00000"/>
                                  <w:sz w:val="48"/>
                                  <w:szCs w:val="48"/>
                                </w:rPr>
                                <w:t></w:t>
                              </w:r>
                            </w:p>
                          </w:tc>
                          <w:tc>
                            <w:tcPr>
                              <w:tcW w:w="2552" w:type="dxa"/>
                            </w:tcPr>
                            <w:p w:rsidR="00402853" w:rsidRDefault="00402853">
                              <w:pPr>
                                <w:spacing w:before="120" w:after="0"/>
                                <w:rPr>
                                  <w:b/>
                                </w:rPr>
                              </w:pPr>
                              <w:r>
                                <w:t xml:space="preserve">Type your password, then tap </w:t>
                              </w:r>
                              <w:r>
                                <w:rPr>
                                  <w:b/>
                                </w:rPr>
                                <w:t>[Sign in]</w:t>
                              </w:r>
                            </w:p>
                            <w:p w:rsidR="00402853" w:rsidRPr="00780432" w:rsidRDefault="00402853">
                              <w:pPr>
                                <w:spacing w:before="120" w:after="0"/>
                                <w:rPr>
                                  <w:i/>
                                </w:rPr>
                              </w:pPr>
                              <w:r>
                                <w:rPr>
                                  <w:i/>
                                </w:rPr>
                                <w:t>It may take a few moments to configure…</w:t>
                              </w:r>
                            </w:p>
                          </w:tc>
                        </w:tr>
                        <w:tr w:rsidR="00402853" w:rsidTr="00AE2B9E">
                          <w:trPr>
                            <w:trHeight w:val="540"/>
                          </w:trPr>
                          <w:tc>
                            <w:tcPr>
                              <w:tcW w:w="567" w:type="dxa"/>
                            </w:tcPr>
                            <w:p w:rsidR="00402853" w:rsidRDefault="00402853">
                              <w:pPr>
                                <w:spacing w:before="0" w:after="0"/>
                                <w:rPr>
                                  <w:rFonts w:ascii="Numbers" w:hAnsi="Numbers"/>
                                  <w:color w:val="C00000"/>
                                  <w:sz w:val="48"/>
                                  <w:szCs w:val="48"/>
                                </w:rPr>
                              </w:pPr>
                              <w:r>
                                <w:rPr>
                                  <w:rFonts w:ascii="Numbers" w:hAnsi="Numbers"/>
                                  <w:color w:val="C00000"/>
                                  <w:sz w:val="48"/>
                                  <w:szCs w:val="48"/>
                                </w:rPr>
                                <w:t></w:t>
                              </w:r>
                            </w:p>
                          </w:tc>
                          <w:tc>
                            <w:tcPr>
                              <w:tcW w:w="2552" w:type="dxa"/>
                            </w:tcPr>
                            <w:p w:rsidR="00402853" w:rsidRPr="00974549" w:rsidRDefault="00402853" w:rsidP="00C23C63">
                              <w:pPr>
                                <w:spacing w:before="120" w:after="0"/>
                                <w:rPr>
                                  <w:b/>
                                  <w:i/>
                                </w:rPr>
                              </w:pPr>
                              <w:r>
                                <w:t xml:space="preserve">Tap </w:t>
                              </w:r>
                              <w:r>
                                <w:rPr>
                                  <w:b/>
                                </w:rPr>
                                <w:t>[Create and Edit Documents]</w:t>
                              </w:r>
                              <w:r>
                                <w:t xml:space="preserve">, then tap </w:t>
                              </w:r>
                              <w:r>
                                <w:rPr>
                                  <w:b/>
                                  <w:i/>
                                </w:rPr>
                                <w:t>Done</w:t>
                              </w:r>
                            </w:p>
                          </w:tc>
                        </w:tr>
                      </w:tbl>
                      <w:p w:rsidR="00402853" w:rsidRDefault="00402853">
                        <w:pPr>
                          <w:ind w:left="567"/>
                        </w:pPr>
                      </w:p>
                    </w:txbxContent>
                  </v:textbox>
                </v:shape>
                <v:group id="Number6Group" o:spid="_x0000_s1038" style="position:absolute;left:42957;top:9239;width:2553;height:2552" coordsize="255600,255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oval id="Number6Oval" o:spid="_x0000_s1039" style="position:absolute;left:23751;top:23750;width:217260;height:204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wdp8IA&#10;AADbAAAADwAAAGRycy9kb3ducmV2LnhtbESPQWvCQBSE7wX/w/KE3uqLRaREVxHBotCD2np/ZJ9J&#10;MPs27K4m7a93BaHHYWa+YebL3jbqxj7UTjSMRxkolsKZWkoNP9+btw9QIZIYapywhl8OsFwMXuaU&#10;G9fJgW/HWKoEkZCThirGNkcMRcWWwsi1LMk7O28pJulLNJ66BLcNvmfZFC3VkhYqanldcXE5Xq2G&#10;qb98FuLWuPs7nVv/1eFhX6LWr8N+NQMVuY//4Wd7azRMxvD4kn4AL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B2nwgAAANsAAAAPAAAAAAAAAAAAAAAAAJgCAABkcnMvZG93&#10;bnJldi54bWxQSwUGAAAAAAQABAD1AAAAhwMAAAAA&#10;" fillcolor="#c00000" stroked="f"/>
                  <v:shape id="Number6Text" o:spid="_x0000_s1040" type="#_x0000_t202" style="position:absolute;width:255600;height:255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FticUA&#10;AADbAAAADwAAAGRycy9kb3ducmV2LnhtbESPT2sCMRTE74V+h/AEL6LZSil1NYotVXv1D4i35+a5&#10;u7h52SZx3frpjVDocZiZ3zCTWWsq0ZDzpWUFL4MEBHFmdcm5gt120X8H4QOyxsoyKfglD7Pp89ME&#10;U22vvKZmE3IRIexTVFCEUKdS+qwgg35ga+LonawzGKJ0udQOrxFuKjlMkjdpsOS4UGBNnwVl583F&#10;KFjyz/GLV73wcZvvDsfR/tT0nFSq22nnYxCB2vAf/mt/awWvQ3h8iT9AT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MW2JxQAAANsAAAAPAAAAAAAAAAAAAAAAAJgCAABkcnMv&#10;ZG93bnJldi54bWxQSwUGAAAAAAQABAD1AAAAigMAAAAA&#10;" filled="f" fillcolor="black" stroked="f">
                    <v:textbox>
                      <w:txbxContent>
                        <w:p w:rsidR="00402853" w:rsidRDefault="00402853" w:rsidP="0059271D">
                          <w:pPr>
                            <w:spacing w:before="0" w:after="0"/>
                            <w:jc w:val="center"/>
                            <w:rPr>
                              <w:b/>
                              <w:bCs/>
                              <w:color w:val="FFFFFF"/>
                            </w:rPr>
                          </w:pPr>
                          <w:r>
                            <w:rPr>
                              <w:b/>
                              <w:bCs/>
                              <w:color w:val="FFFFFF"/>
                            </w:rPr>
                            <w:t>3</w:t>
                          </w:r>
                        </w:p>
                      </w:txbxContent>
                    </v:textbox>
                  </v:shape>
                </v:group>
                <v:shape id="ReferenceBox" o:spid="_x0000_s1041" type="#_x0000_t202" style="position:absolute;left:190;top:73818;width:30848;height:14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otEMUA&#10;AADaAAAADwAAAGRycy9kb3ducmV2LnhtbESPT2vCQBTE70K/w/IKXqRuGoqW1FWKf9CLkib1/pp9&#10;TUKzb0N21dRP3y0IHoeZ+Q0zW/SmEWfqXG1ZwfM4AkFcWF1zqeAz3zy9gnAeWWNjmRT8koPF/GEw&#10;w0TbC3/QOfOlCBB2CSqovG8TKV1RkUE3ti1x8L5tZ9AH2ZVSd3gJcNPIOIom0mDNYaHClpYVFT/Z&#10;yShoszRfb4/m+LVK96PDdRlP05dYqeFj//4GwlPv7+Fbe6cVTOH/SrgB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i0QxQAAANoAAAAPAAAAAAAAAAAAAAAAAJgCAABkcnMv&#10;ZG93bnJldi54bWxQSwUGAAAAAAQABAD1AAAAigMAAAAA&#10;" fillcolor="#cff" stroked="f">
                  <v:textbox>
                    <w:txbxContent>
                      <w:p w:rsidR="00402853" w:rsidRDefault="00402853" w:rsidP="0040786A">
                        <w:pPr>
                          <w:pStyle w:val="ReferenceHeading"/>
                        </w:pPr>
                        <w:r>
                          <w:t>For Your Reference…</w:t>
                        </w:r>
                      </w:p>
                      <w:p w:rsidR="00402853" w:rsidRPr="00770D34" w:rsidRDefault="00402853">
                        <w:pPr>
                          <w:spacing w:before="0" w:after="0"/>
                        </w:pPr>
                        <w:r>
                          <w:rPr>
                            <w:color w:val="000000"/>
                          </w:rPr>
                          <w:t xml:space="preserve">To </w:t>
                        </w:r>
                        <w:r>
                          <w:rPr>
                            <w:b/>
                            <w:i/>
                            <w:color w:val="000000"/>
                          </w:rPr>
                          <w:t>access Office Mobile</w:t>
                        </w:r>
                        <w:r>
                          <w:t>:</w:t>
                        </w:r>
                      </w:p>
                      <w:p w:rsidR="00402853" w:rsidRPr="00625396" w:rsidRDefault="00402853" w:rsidP="00C01D98">
                        <w:pPr>
                          <w:spacing w:after="0"/>
                          <w:ind w:left="567" w:hanging="283"/>
                        </w:pPr>
                        <w:r w:rsidRPr="00287E3E">
                          <w:t>1.</w:t>
                        </w:r>
                        <w:r w:rsidRPr="00287E3E">
                          <w:tab/>
                        </w:r>
                        <w:r>
                          <w:t xml:space="preserve">Navigate to the </w:t>
                        </w:r>
                        <w:r>
                          <w:rPr>
                            <w:b/>
                            <w:i/>
                          </w:rPr>
                          <w:t xml:space="preserve">Sign in </w:t>
                        </w:r>
                        <w:r>
                          <w:t>page</w:t>
                        </w:r>
                      </w:p>
                      <w:p w:rsidR="00402853" w:rsidRDefault="00402853" w:rsidP="00C01D98">
                        <w:pPr>
                          <w:spacing w:after="0"/>
                          <w:ind w:left="567" w:hanging="283"/>
                        </w:pPr>
                        <w:r>
                          <w:t>2.</w:t>
                        </w:r>
                        <w:r>
                          <w:tab/>
                          <w:t xml:space="preserve">Type your email address, tap </w:t>
                        </w:r>
                        <w:r>
                          <w:rPr>
                            <w:b/>
                          </w:rPr>
                          <w:t>[Next]</w:t>
                        </w:r>
                        <w:r>
                          <w:t xml:space="preserve">, </w:t>
                        </w:r>
                        <w:proofErr w:type="gramStart"/>
                        <w:r>
                          <w:t>then</w:t>
                        </w:r>
                        <w:proofErr w:type="gramEnd"/>
                        <w:r>
                          <w:t xml:space="preserve"> type your password </w:t>
                        </w:r>
                      </w:p>
                      <w:p w:rsidR="00402853" w:rsidRPr="006F4B8C" w:rsidRDefault="00402853" w:rsidP="00C01D98">
                        <w:pPr>
                          <w:spacing w:after="0"/>
                          <w:ind w:left="567" w:hanging="283"/>
                        </w:pPr>
                        <w:r>
                          <w:t>3.</w:t>
                        </w:r>
                        <w:r>
                          <w:tab/>
                          <w:t xml:space="preserve">Tap </w:t>
                        </w:r>
                        <w:r>
                          <w:rPr>
                            <w:b/>
                          </w:rPr>
                          <w:t>[Sign in]</w:t>
                        </w:r>
                      </w:p>
                    </w:txbxContent>
                  </v:textbox>
                </v:shape>
                <v:shape id="HandyToKnowBox" o:spid="_x0000_s1042" type="#_x0000_t202" style="position:absolute;left:32194;top:73818;width:29159;height:14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W5YsIA&#10;AADaAAAADwAAAGRycy9kb3ducmV2LnhtbERPTWvCQBC9C/0PyxR6Ed0Yii2pq0hU7EVJo96n2WkS&#10;mp0N2W1M++vdg9Dj430vVoNpRE+dqy0rmE0jEMSF1TWXCs6n3eQVhPPIGhvLpOCXHKyWD6MFJtpe&#10;+YP63JcihLBLUEHlfZtI6YqKDLqpbYkD92U7gz7ArpS6w2sIN42Mo2guDdYcGipsKa2o+M5/jII2&#10;z07b/cVcPjfZYXz8S+OX7DlW6ulxWL+B8DT4f/Hd/a4VhK3hSrgB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ZbliwgAAANoAAAAPAAAAAAAAAAAAAAAAAJgCAABkcnMvZG93&#10;bnJldi54bWxQSwUGAAAAAAQABAD1AAAAhwMAAAAA&#10;" fillcolor="#cff" stroked="f">
                  <v:textbox>
                    <w:txbxContent>
                      <w:p w:rsidR="00402853" w:rsidRDefault="00402853" w:rsidP="0040786A">
                        <w:pPr>
                          <w:pStyle w:val="TipHeading"/>
                        </w:pPr>
                        <w:r>
                          <w:t>Handy to Know…</w:t>
                        </w:r>
                      </w:p>
                      <w:p w:rsidR="00402853" w:rsidRDefault="00402853" w:rsidP="00402853">
                        <w:pPr>
                          <w:numPr>
                            <w:ilvl w:val="0"/>
                            <w:numId w:val="14"/>
                          </w:numPr>
                          <w:spacing w:before="0"/>
                        </w:pPr>
                        <w:r>
                          <w:t>Office Mobile automatically syncs with the OneDrive service attached to whatever account you use to sign in to Office Mobile. This means that all files stored in your OneDrive account will appear listed in Office Mobile.</w:t>
                        </w:r>
                      </w:p>
                    </w:txbxContent>
                  </v:textbox>
                </v:shape>
                <v:line id="Line 104" o:spid="_x0000_s1043" style="position:absolute;visibility:visible;mso-wrap-style:square" from="0,72485" to="61734,72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e8oMIAAADaAAAADwAAAGRycy9kb3ducmV2LnhtbESPQYvCMBSE74L/ITxhb5q64CLVKCII&#10;0ou7taLHR/Nsq81LabK1/nuzsOBxmJlvmOW6N7XoqHWVZQXTSQSCOLe64kJBdtyN5yCcR9ZYWyYF&#10;T3KwXg0HS4y1ffAPdakvRICwi1FB6X0TS+nykgy6iW2Ig3e1rUEfZFtI3eIjwE0tP6PoSxqsOCyU&#10;2NC2pPye/hoFl+MtOW/TLsmiRjpTJdPDd3dS6mPUbxYgPPX+Hf5v77WCGfxdCTdAr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ze8oMIAAADaAAAADwAAAAAAAAAAAAAA&#10;AAChAgAAZHJzL2Rvd25yZXYueG1sUEsFBgAAAAAEAAQA+QAAAJADAAAAAA==&#10;" strokecolor="r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F1314_005_02.png" o:spid="_x0000_s1044" type="#_x0000_t75" style="position:absolute;left:25908;top:9620;width:14395;height:255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Z7qPLAAAAA2gAAAA8AAABkcnMvZG93bnJldi54bWxEj81qwzAQhO+FvIPYQG+NnBRKcaOEEGLw&#10;oZe47n2xNrKJtRKW6p+3rwqBHoeZ+YbZH2fbi5GG0DlWsN1kIIgbpzs2Cuqv4uUdRIjIGnvHpGCh&#10;AMfD6mmPuXYTX2msohEJwiFHBW2MPpcyNC1ZDBvniZN3c4PFmORgpB5wSnDby12WvUmLHaeFFj2d&#10;W2ru1Y9VUJTLGI2vuP7EWr768ruUl0Kp5/V8+gARaY7/4Ue71Ap28Hcl3QB5+AU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Vnuo8sAAAADaAAAADwAAAAAAAAAAAAAAAACfAgAA&#10;ZHJzL2Rvd25yZXYueG1sUEsFBgAAAAAEAAQA9wAAAIwDAAAAAA==&#10;" stroked="t" strokecolor="#969696">
                  <v:stroke joinstyle="round"/>
                  <v:imagedata r:id="rId12" o:title=""/>
                  <v:path arrowok="t"/>
                </v:shape>
                <v:shape id="OF1314_005_03.png" o:spid="_x0000_s1045" type="#_x0000_t75" style="position:absolute;left:46005;top:9525;width:14396;height:255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z7dNnEAAAA2gAAAA8AAABkcnMvZG93bnJldi54bWxEj0FrwkAUhO8F/8PyhN7qplJFoquIIohG&#10;UFvw+sg+s6HZtyG7muiv7xYKPQ4z8w0zW3S2EndqfOlYwfsgAUGcO11yoeDrc/M2AeEDssbKMSl4&#10;kIfFvPcyw1S7lk90P4dCRAj7FBWYEOpUSp8bsugHriaO3tU1FkOUTSF1g22E20oOk2QsLZYcFwzW&#10;tDKUf59vVsF+NFw/d/v14dFesktWH83ymXVKvfa75RREoC78h//aW63gA36vxBsg5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z7dNnEAAAA2gAAAA8AAAAAAAAAAAAAAAAA&#10;nwIAAGRycy9kb3ducmV2LnhtbFBLBQYAAAAABAAEAPcAAACQAwAAAAA=&#10;" stroked="t" strokecolor="#969696">
                  <v:stroke joinstyle="round"/>
                  <v:imagedata r:id="rId13" o:title=""/>
                  <v:path arrowok="t"/>
                </v:shape>
                <v:shape id="OF1314_005_06a.png" o:spid="_x0000_s1046" type="#_x0000_t75" style="position:absolute;left:25908;top:36099;width:14395;height:255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Z0DqrEAAAA2gAAAA8AAABkcnMvZG93bnJldi54bWxEj0FrwkAUhO9C/8PyCl5EN5UiNbqG0FJo&#10;hYJV8fzMPpO02bdhd6vRX+8KBY/DzHzDzLPONOJIzteWFTyNEhDEhdU1lwq2m/fhCwgfkDU2lknB&#10;mTxki4feHFNtT/xNx3UoRYSwT1FBFUKbSumLigz6kW2Jo3ewzmCI0pVSOzxFuGnkOEkm0mDNcaHC&#10;ll4rKn7Xf0bB5i2//MjnJX59khksd6v9ZD9wSvUfu3wGIlAX7uH/9odWMIXblXgD5OIK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Z0DqrEAAAA2gAAAA8AAAAAAAAAAAAAAAAA&#10;nwIAAGRycy9kb3ducmV2LnhtbFBLBQYAAAAABAAEAPcAAACQAwAAAAA=&#10;" stroked="t" strokecolor="#969696">
                  <v:stroke joinstyle="round"/>
                  <v:imagedata r:id="rId14" o:title=""/>
                  <v:path arrowok="t"/>
                </v:shape>
                <v:shape id="OF1314_005_06.png" o:spid="_x0000_s1047" type="#_x0000_t75" style="position:absolute;left:46005;top:36099;width:14396;height:255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XOUcjBAAAA2wAAAA8AAABkcnMvZG93bnJldi54bWxET02LwjAQvQv+hzDCXkRTFZelGkXdFb0t&#10;dRU8Ds3YFptJabK1/nsjCN7m8T5nvmxNKRqqXWFZwWgYgSBOrS44U3D82w6+QDiPrLG0TAru5GC5&#10;6HbmGGt744Sag89ECGEXo4Lc+yqW0qU5GXRDWxEH7mJrgz7AOpO6xlsIN6UcR9GnNFhwaMixok1O&#10;6fXwbxQkTjb962qzW+vv9fjHT0f293xS6qPXrmYgPLX+LX659zrMn8Dzl3CAXDw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XOUcjBAAAA2wAAAA8AAAAAAAAAAAAAAAAAnwIA&#10;AGRycy9kb3ducmV2LnhtbFBLBQYAAAAABAAEAPcAAACNAwAAAAA=&#10;" stroked="t" strokecolor="#969696">
                  <v:stroke joinstyle="round"/>
                  <v:imagedata r:id="rId15" o:title=""/>
                  <v:path arrowok="t"/>
                </v:shape>
                <v:group id="Number6Group" o:spid="_x0000_s1048" style="position:absolute;left:43243;top:35909;width:2553;height:2552" coordsize="255600,255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oval id="Number6Oval" o:spid="_x0000_s1049" style="position:absolute;left:23751;top:23750;width:217260;height:204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QzZMAA&#10;AADaAAAADwAAAGRycy9kb3ducmV2LnhtbESPT2vCQBTE70K/w/IKvZkXexCJriKCpYUe/Ht/ZJ9J&#10;MPs27G5N2k/fFQSPw8xvhlmsBtuqG/vQONEwyXJQLKUzjVQaTsfteAYqRBJDrRPW8MsBVsuX0YIK&#10;43rZ8+0QK5VKJBSkoY6xKxBDWbOlkLmOJXkX5y3FJH2FxlOfym2L73k+RUuNpIWaOt7UXF4PP1bD&#10;1F8/SnEb/Po7Xzr/3eN+V6HWb6/Deg4q8hCf4Qf9aRIH9yvpBuD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bQzZMAAAADaAAAADwAAAAAAAAAAAAAAAACYAgAAZHJzL2Rvd25y&#10;ZXYueG1sUEsFBgAAAAAEAAQA9QAAAIUDAAAAAA==&#10;" fillcolor="#c00000" stroked="f"/>
                  <v:shape id="Number6Text" o:spid="_x0000_s1050" type="#_x0000_t202" style="position:absolute;width:255600;height:255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Dc48IA&#10;AADbAAAADwAAAGRycy9kb3ducmV2LnhtbERPS2vCQBC+C/0PyxS8SN3Yg7TRNaTFPq5VofQ2Zsck&#10;mJ2Nu2uM/fWuIHibj+8586w3jejI+dqygsk4AUFcWF1zqWCz/nh6AeEDssbGMik4k4ds8TCYY6rt&#10;iX+oW4VSxBD2KSqoQmhTKX1RkUE/ti1x5HbWGQwRulJqh6cYbhr5nCRTabDm2FBhS+8VFfvV0Sj4&#10;5MN2yV+j8Pafb/62r7+7buSkUsPHPp+BCNSHu/jm/tZx/gSuv8QD5OI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UNzjwgAAANsAAAAPAAAAAAAAAAAAAAAAAJgCAABkcnMvZG93&#10;bnJldi54bWxQSwUGAAAAAAQABAD1AAAAhwMAAAAA&#10;" filled="f" fillcolor="black" stroked="f">
                    <v:textbox>
                      <w:txbxContent>
                        <w:p w:rsidR="00402853" w:rsidRDefault="00402853" w:rsidP="0059271D">
                          <w:pPr>
                            <w:spacing w:before="0" w:after="0"/>
                            <w:jc w:val="center"/>
                            <w:rPr>
                              <w:b/>
                              <w:bCs/>
                              <w:color w:val="FFFFFF"/>
                            </w:rPr>
                          </w:pPr>
                          <w:r>
                            <w:rPr>
                              <w:b/>
                              <w:bCs/>
                              <w:color w:val="FFFFFF"/>
                            </w:rPr>
                            <w:t>6</w:t>
                          </w:r>
                        </w:p>
                      </w:txbxContent>
                    </v:textbox>
                  </v:shape>
                </v:group>
              </v:group>
            </w:pict>
          </mc:Fallback>
        </mc:AlternateContent>
      </w:r>
    </w:p>
    <w:p w:rsidR="00402853" w:rsidRDefault="00402853"/>
    <w:p w:rsidR="00402853" w:rsidRDefault="00402853"/>
    <w:p w:rsidR="00402853" w:rsidRDefault="00402853"/>
    <w:p w:rsidR="00402853" w:rsidRDefault="00402853"/>
    <w:p w:rsidR="00402853" w:rsidRDefault="00402853"/>
    <w:p w:rsidR="00402853" w:rsidRDefault="00402853" w:rsidP="003267E3">
      <w:pPr>
        <w:tabs>
          <w:tab w:val="left" w:pos="5385"/>
        </w:tabs>
      </w:pPr>
      <w:r>
        <w:tab/>
      </w:r>
    </w:p>
    <w:p w:rsidR="00402853" w:rsidRDefault="00402853"/>
    <w:p w:rsidR="00402853" w:rsidRDefault="00402853"/>
    <w:p w:rsidR="00402853" w:rsidRDefault="00402853"/>
    <w:p w:rsidR="00402853" w:rsidRDefault="00402853"/>
    <w:p w:rsidR="00402853" w:rsidRDefault="00402853"/>
    <w:p w:rsidR="00402853" w:rsidRDefault="00402853"/>
    <w:p w:rsidR="00402853" w:rsidRDefault="00402853"/>
    <w:p w:rsidR="00402853" w:rsidRDefault="00402853"/>
    <w:p w:rsidR="00402853" w:rsidRDefault="00402853"/>
    <w:p w:rsidR="00402853" w:rsidRDefault="00402853"/>
    <w:p w:rsidR="00402853" w:rsidRDefault="00402853"/>
    <w:p w:rsidR="00402853" w:rsidRDefault="00402853"/>
    <w:p w:rsidR="00402853" w:rsidRPr="00365EAD" w:rsidRDefault="00402853"/>
    <w:sectPr w:rsidR="00402853" w:rsidRPr="00365EAD" w:rsidSect="00402853">
      <w:headerReference w:type="default" r:id="rId16"/>
      <w:footerReference w:type="default" r:id="rId17"/>
      <w:pgSz w:w="11907" w:h="16839" w:code="9"/>
      <w:pgMar w:top="964" w:right="1134" w:bottom="1440"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097" w:rsidRDefault="00152097">
      <w:r>
        <w:separator/>
      </w:r>
    </w:p>
  </w:endnote>
  <w:endnote w:type="continuationSeparator" w:id="0">
    <w:p w:rsidR="00152097" w:rsidRDefault="00152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Numbers">
    <w:panose1 w:val="020B0603050302020204"/>
    <w:charset w:val="02"/>
    <w:family w:val="swiss"/>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F20" w:rsidRDefault="00402853" w:rsidP="005A4F28">
    <w:pPr>
      <w:pStyle w:val="Footer"/>
    </w:pPr>
    <w:r>
      <w:t>© Watsonia Publishing</w:t>
    </w:r>
    <w:r>
      <w:tab/>
      <w:t xml:space="preserve">Page </w:t>
    </w:r>
    <w:r>
      <w:fldChar w:fldCharType="begin"/>
    </w:r>
    <w:r>
      <w:instrText xml:space="preserve"> PAGE  \* MERGEFORMAT </w:instrText>
    </w:r>
    <w:r>
      <w:fldChar w:fldCharType="separate"/>
    </w:r>
    <w:r w:rsidR="00653F24">
      <w:rPr>
        <w:noProof/>
      </w:rPr>
      <w:t>1</w:t>
    </w:r>
    <w:r>
      <w:fldChar w:fldCharType="end"/>
    </w:r>
    <w:r>
      <w:tab/>
      <w:t>Chapter 14 - Office Mobile Apps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097" w:rsidRDefault="00152097">
      <w:r>
        <w:separator/>
      </w:r>
    </w:p>
  </w:footnote>
  <w:footnote w:type="continuationSeparator" w:id="0">
    <w:p w:rsidR="00152097" w:rsidRDefault="001520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F20" w:rsidRDefault="00402853" w:rsidP="000B6491">
    <w:pPr>
      <w:pStyle w:val="Header"/>
    </w:pPr>
    <w:r>
      <w:t>Microsoft Office 365 - For Business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621A0DF4"/>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lowerRoman"/>
      <w:lvlText w:val="%3)"/>
      <w:lvlJc w:val="left"/>
      <w:pPr>
        <w:tabs>
          <w:tab w:val="num" w:pos="1077"/>
        </w:tabs>
        <w:ind w:left="1077" w:hanging="357"/>
      </w:pPr>
    </w:lvl>
    <w:lvl w:ilvl="3">
      <w:start w:val="1"/>
      <w:numFmt w:val="decimal"/>
      <w:lvlText w:val="(%4)"/>
      <w:lvlJc w:val="left"/>
      <w:pPr>
        <w:tabs>
          <w:tab w:val="num" w:pos="1440"/>
        </w:tabs>
        <w:ind w:left="1440" w:hanging="363"/>
      </w:pPr>
    </w:lvl>
    <w:lvl w:ilvl="4">
      <w:start w:val="1"/>
      <w:numFmt w:val="lowerLetter"/>
      <w:lvlText w:val="(%5)"/>
      <w:lvlJc w:val="left"/>
      <w:pPr>
        <w:tabs>
          <w:tab w:val="num" w:pos="1797"/>
        </w:tabs>
        <w:ind w:left="1797" w:hanging="357"/>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57"/>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57"/>
      </w:pPr>
    </w:lvl>
  </w:abstractNum>
  <w:abstractNum w:abstractNumId="1" w15:restartNumberingAfterBreak="0">
    <w:nsid w:val="030213DA"/>
    <w:multiLevelType w:val="hybridMultilevel"/>
    <w:tmpl w:val="75026996"/>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816AA7"/>
    <w:multiLevelType w:val="singleLevel"/>
    <w:tmpl w:val="6F5C8334"/>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5C4786"/>
    <w:multiLevelType w:val="hybridMultilevel"/>
    <w:tmpl w:val="5E9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F4F5F94"/>
    <w:multiLevelType w:val="hybridMultilevel"/>
    <w:tmpl w:val="DBE2E7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6EB407A"/>
    <w:multiLevelType w:val="hybridMultilevel"/>
    <w:tmpl w:val="342AC054"/>
    <w:lvl w:ilvl="0" w:tplc="074C63D4">
      <w:start w:val="1"/>
      <w:numFmt w:val="bullet"/>
      <w:pStyle w:val="Outcomes"/>
      <w:lvlText w:val=""/>
      <w:lvlJc w:val="left"/>
      <w:pPr>
        <w:ind w:left="1080" w:hanging="360"/>
      </w:pPr>
      <w:rPr>
        <w:rFonts w:ascii="Wingdings" w:hAnsi="Wingdings" w:hint="default"/>
        <w:color w:val="auto"/>
      </w:rPr>
    </w:lvl>
    <w:lvl w:ilvl="1" w:tplc="0C090003" w:tentative="1">
      <w:start w:val="1"/>
      <w:numFmt w:val="bullet"/>
      <w:lvlText w:val="o"/>
      <w:lvlJc w:val="left"/>
      <w:pPr>
        <w:tabs>
          <w:tab w:val="num" w:pos="1630"/>
        </w:tabs>
        <w:ind w:left="1630" w:hanging="360"/>
      </w:pPr>
      <w:rPr>
        <w:rFonts w:ascii="Courier New" w:hAnsi="Courier New" w:cs="Courier New" w:hint="default"/>
      </w:rPr>
    </w:lvl>
    <w:lvl w:ilvl="2" w:tplc="0C090005" w:tentative="1">
      <w:start w:val="1"/>
      <w:numFmt w:val="bullet"/>
      <w:lvlText w:val=""/>
      <w:lvlJc w:val="left"/>
      <w:pPr>
        <w:tabs>
          <w:tab w:val="num" w:pos="2350"/>
        </w:tabs>
        <w:ind w:left="2350" w:hanging="360"/>
      </w:pPr>
      <w:rPr>
        <w:rFonts w:ascii="Wingdings" w:hAnsi="Wingdings" w:hint="default"/>
      </w:rPr>
    </w:lvl>
    <w:lvl w:ilvl="3" w:tplc="0C090001" w:tentative="1">
      <w:start w:val="1"/>
      <w:numFmt w:val="bullet"/>
      <w:lvlText w:val=""/>
      <w:lvlJc w:val="left"/>
      <w:pPr>
        <w:tabs>
          <w:tab w:val="num" w:pos="3070"/>
        </w:tabs>
        <w:ind w:left="3070" w:hanging="360"/>
      </w:pPr>
      <w:rPr>
        <w:rFonts w:ascii="Symbol" w:hAnsi="Symbol" w:hint="default"/>
      </w:rPr>
    </w:lvl>
    <w:lvl w:ilvl="4" w:tplc="0C090003" w:tentative="1">
      <w:start w:val="1"/>
      <w:numFmt w:val="bullet"/>
      <w:lvlText w:val="o"/>
      <w:lvlJc w:val="left"/>
      <w:pPr>
        <w:tabs>
          <w:tab w:val="num" w:pos="3790"/>
        </w:tabs>
        <w:ind w:left="3790" w:hanging="360"/>
      </w:pPr>
      <w:rPr>
        <w:rFonts w:ascii="Courier New" w:hAnsi="Courier New" w:cs="Courier New" w:hint="default"/>
      </w:rPr>
    </w:lvl>
    <w:lvl w:ilvl="5" w:tplc="0C090005" w:tentative="1">
      <w:start w:val="1"/>
      <w:numFmt w:val="bullet"/>
      <w:lvlText w:val=""/>
      <w:lvlJc w:val="left"/>
      <w:pPr>
        <w:tabs>
          <w:tab w:val="num" w:pos="4510"/>
        </w:tabs>
        <w:ind w:left="4510" w:hanging="360"/>
      </w:pPr>
      <w:rPr>
        <w:rFonts w:ascii="Wingdings" w:hAnsi="Wingdings" w:hint="default"/>
      </w:rPr>
    </w:lvl>
    <w:lvl w:ilvl="6" w:tplc="0C090001" w:tentative="1">
      <w:start w:val="1"/>
      <w:numFmt w:val="bullet"/>
      <w:lvlText w:val=""/>
      <w:lvlJc w:val="left"/>
      <w:pPr>
        <w:tabs>
          <w:tab w:val="num" w:pos="5230"/>
        </w:tabs>
        <w:ind w:left="5230" w:hanging="360"/>
      </w:pPr>
      <w:rPr>
        <w:rFonts w:ascii="Symbol" w:hAnsi="Symbol" w:hint="default"/>
      </w:rPr>
    </w:lvl>
    <w:lvl w:ilvl="7" w:tplc="0C090003" w:tentative="1">
      <w:start w:val="1"/>
      <w:numFmt w:val="bullet"/>
      <w:lvlText w:val="o"/>
      <w:lvlJc w:val="left"/>
      <w:pPr>
        <w:tabs>
          <w:tab w:val="num" w:pos="5950"/>
        </w:tabs>
        <w:ind w:left="5950" w:hanging="360"/>
      </w:pPr>
      <w:rPr>
        <w:rFonts w:ascii="Courier New" w:hAnsi="Courier New" w:cs="Courier New" w:hint="default"/>
      </w:rPr>
    </w:lvl>
    <w:lvl w:ilvl="8" w:tplc="0C090005" w:tentative="1">
      <w:start w:val="1"/>
      <w:numFmt w:val="bullet"/>
      <w:lvlText w:val=""/>
      <w:lvlJc w:val="left"/>
      <w:pPr>
        <w:tabs>
          <w:tab w:val="num" w:pos="6670"/>
        </w:tabs>
        <w:ind w:left="6670" w:hanging="360"/>
      </w:pPr>
      <w:rPr>
        <w:rFonts w:ascii="Wingdings" w:hAnsi="Wingdings" w:hint="default"/>
      </w:rPr>
    </w:lvl>
  </w:abstractNum>
  <w:abstractNum w:abstractNumId="6" w15:restartNumberingAfterBreak="0">
    <w:nsid w:val="29137CA7"/>
    <w:multiLevelType w:val="hybridMultilevel"/>
    <w:tmpl w:val="E93EA6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D514615"/>
    <w:multiLevelType w:val="hybridMultilevel"/>
    <w:tmpl w:val="750269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759009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C96757E"/>
    <w:multiLevelType w:val="hybridMultilevel"/>
    <w:tmpl w:val="49CA19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DFA08FC"/>
    <w:multiLevelType w:val="hybridMultilevel"/>
    <w:tmpl w:val="BAE0BFEC"/>
    <w:lvl w:ilvl="0" w:tplc="FFFFFFFF">
      <w:start w:val="1"/>
      <w:numFmt w:val="bullet"/>
      <w:pStyle w:val="Outcome"/>
      <w:lvlText w:val=""/>
      <w:lvlJc w:val="left"/>
      <w:pPr>
        <w:tabs>
          <w:tab w:val="num" w:pos="644"/>
        </w:tabs>
        <w:ind w:left="624" w:hanging="340"/>
      </w:pPr>
      <w:rPr>
        <w:rFonts w:ascii="Symbol" w:hAnsi="Symbol" w:hint="default"/>
      </w:rPr>
    </w:lvl>
    <w:lvl w:ilvl="1" w:tplc="FFFFFFFF">
      <w:start w:val="1"/>
      <w:numFmt w:val="bullet"/>
      <w:lvlText w:val=""/>
      <w:lvlJc w:val="left"/>
      <w:pPr>
        <w:tabs>
          <w:tab w:val="num" w:pos="1440"/>
        </w:tabs>
        <w:ind w:left="1080" w:firstLine="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627852"/>
    <w:multiLevelType w:val="hybridMultilevel"/>
    <w:tmpl w:val="7C24EDE6"/>
    <w:lvl w:ilvl="0" w:tplc="A5B6DF5C">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0"/>
  </w:num>
  <w:num w:numId="4">
    <w:abstractNumId w:val="7"/>
  </w:num>
  <w:num w:numId="5">
    <w:abstractNumId w:val="7"/>
  </w:num>
  <w:num w:numId="6">
    <w:abstractNumId w:val="7"/>
  </w:num>
  <w:num w:numId="7">
    <w:abstractNumId w:val="1"/>
  </w:num>
  <w:num w:numId="8">
    <w:abstractNumId w:val="10"/>
  </w:num>
  <w:num w:numId="9">
    <w:abstractNumId w:val="4"/>
  </w:num>
  <w:num w:numId="10">
    <w:abstractNumId w:val="3"/>
  </w:num>
  <w:num w:numId="11">
    <w:abstractNumId w:val="6"/>
  </w:num>
  <w:num w:numId="12">
    <w:abstractNumId w:val="9"/>
  </w:num>
  <w:num w:numId="13">
    <w:abstractNumId w:val="8"/>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activeWritingStyle w:appName="MSWord" w:lang="en-AU"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o:colormru v:ext="edit" colors="#eaeaea,#ddd,#ffc,#3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4B"/>
    <w:rsid w:val="00032D8C"/>
    <w:rsid w:val="0003627C"/>
    <w:rsid w:val="00043464"/>
    <w:rsid w:val="00045EA8"/>
    <w:rsid w:val="0005206C"/>
    <w:rsid w:val="00052599"/>
    <w:rsid w:val="00053614"/>
    <w:rsid w:val="00066BD9"/>
    <w:rsid w:val="000738F9"/>
    <w:rsid w:val="00073CDA"/>
    <w:rsid w:val="0007501C"/>
    <w:rsid w:val="0007525F"/>
    <w:rsid w:val="000760D5"/>
    <w:rsid w:val="00082BAF"/>
    <w:rsid w:val="0009096B"/>
    <w:rsid w:val="00094C80"/>
    <w:rsid w:val="0009724E"/>
    <w:rsid w:val="000C53B3"/>
    <w:rsid w:val="000C5E58"/>
    <w:rsid w:val="000D3D3F"/>
    <w:rsid w:val="000D4C6A"/>
    <w:rsid w:val="000D7333"/>
    <w:rsid w:val="000E0733"/>
    <w:rsid w:val="000F513F"/>
    <w:rsid w:val="00100476"/>
    <w:rsid w:val="0010553D"/>
    <w:rsid w:val="0013664E"/>
    <w:rsid w:val="00137959"/>
    <w:rsid w:val="00137BDF"/>
    <w:rsid w:val="001479F1"/>
    <w:rsid w:val="00152097"/>
    <w:rsid w:val="00170712"/>
    <w:rsid w:val="00173A3F"/>
    <w:rsid w:val="001813FD"/>
    <w:rsid w:val="00194DBB"/>
    <w:rsid w:val="001B061E"/>
    <w:rsid w:val="001B06E4"/>
    <w:rsid w:val="001C3DD9"/>
    <w:rsid w:val="001D1B3D"/>
    <w:rsid w:val="001E00EF"/>
    <w:rsid w:val="001F186F"/>
    <w:rsid w:val="001F4D4B"/>
    <w:rsid w:val="00200C5F"/>
    <w:rsid w:val="00211FCA"/>
    <w:rsid w:val="00213E11"/>
    <w:rsid w:val="002505F3"/>
    <w:rsid w:val="00250F54"/>
    <w:rsid w:val="00251169"/>
    <w:rsid w:val="00252925"/>
    <w:rsid w:val="00257641"/>
    <w:rsid w:val="00257BD3"/>
    <w:rsid w:val="002645DE"/>
    <w:rsid w:val="00277EB9"/>
    <w:rsid w:val="002832E2"/>
    <w:rsid w:val="00283E32"/>
    <w:rsid w:val="002907A7"/>
    <w:rsid w:val="00292E8A"/>
    <w:rsid w:val="0029338C"/>
    <w:rsid w:val="002978B2"/>
    <w:rsid w:val="002F5096"/>
    <w:rsid w:val="00300D7E"/>
    <w:rsid w:val="003165F9"/>
    <w:rsid w:val="0033774F"/>
    <w:rsid w:val="003442B1"/>
    <w:rsid w:val="00364A6A"/>
    <w:rsid w:val="003C1CA5"/>
    <w:rsid w:val="003D0922"/>
    <w:rsid w:val="003D690F"/>
    <w:rsid w:val="003D76C6"/>
    <w:rsid w:val="003E2CE0"/>
    <w:rsid w:val="00402853"/>
    <w:rsid w:val="0040786A"/>
    <w:rsid w:val="00417194"/>
    <w:rsid w:val="004251D8"/>
    <w:rsid w:val="004344A6"/>
    <w:rsid w:val="00441CBF"/>
    <w:rsid w:val="00463C11"/>
    <w:rsid w:val="004806AB"/>
    <w:rsid w:val="00485B59"/>
    <w:rsid w:val="00496C00"/>
    <w:rsid w:val="004A6903"/>
    <w:rsid w:val="004B1E57"/>
    <w:rsid w:val="004B48CB"/>
    <w:rsid w:val="004B67CE"/>
    <w:rsid w:val="004E5286"/>
    <w:rsid w:val="004F7EEC"/>
    <w:rsid w:val="00500973"/>
    <w:rsid w:val="005147CC"/>
    <w:rsid w:val="005223F5"/>
    <w:rsid w:val="00522512"/>
    <w:rsid w:val="0055182E"/>
    <w:rsid w:val="00573D31"/>
    <w:rsid w:val="005774C5"/>
    <w:rsid w:val="005939D7"/>
    <w:rsid w:val="00594E4C"/>
    <w:rsid w:val="00596F4F"/>
    <w:rsid w:val="005A14A5"/>
    <w:rsid w:val="005A610A"/>
    <w:rsid w:val="005B4F8C"/>
    <w:rsid w:val="005B52CE"/>
    <w:rsid w:val="005D5705"/>
    <w:rsid w:val="005D64AE"/>
    <w:rsid w:val="005F28B7"/>
    <w:rsid w:val="00601181"/>
    <w:rsid w:val="0061005C"/>
    <w:rsid w:val="0062123D"/>
    <w:rsid w:val="0062256D"/>
    <w:rsid w:val="00624252"/>
    <w:rsid w:val="006319B5"/>
    <w:rsid w:val="0064092C"/>
    <w:rsid w:val="0064186E"/>
    <w:rsid w:val="00650050"/>
    <w:rsid w:val="00653F24"/>
    <w:rsid w:val="00663E8D"/>
    <w:rsid w:val="00681352"/>
    <w:rsid w:val="00681B4B"/>
    <w:rsid w:val="00686E5C"/>
    <w:rsid w:val="006934CD"/>
    <w:rsid w:val="006A4B76"/>
    <w:rsid w:val="006C2DF2"/>
    <w:rsid w:val="006C68AB"/>
    <w:rsid w:val="006C7A6D"/>
    <w:rsid w:val="006D5B7C"/>
    <w:rsid w:val="006E3241"/>
    <w:rsid w:val="006F5558"/>
    <w:rsid w:val="006F5DFF"/>
    <w:rsid w:val="006F6349"/>
    <w:rsid w:val="00706A6B"/>
    <w:rsid w:val="007105FC"/>
    <w:rsid w:val="00733742"/>
    <w:rsid w:val="00770F4A"/>
    <w:rsid w:val="00771911"/>
    <w:rsid w:val="007725FA"/>
    <w:rsid w:val="007857FE"/>
    <w:rsid w:val="00790234"/>
    <w:rsid w:val="007958C3"/>
    <w:rsid w:val="007964F3"/>
    <w:rsid w:val="007B37B0"/>
    <w:rsid w:val="007B7310"/>
    <w:rsid w:val="007C3A53"/>
    <w:rsid w:val="007C437A"/>
    <w:rsid w:val="007F43D2"/>
    <w:rsid w:val="007F4E33"/>
    <w:rsid w:val="008051B9"/>
    <w:rsid w:val="00821396"/>
    <w:rsid w:val="00824201"/>
    <w:rsid w:val="00841189"/>
    <w:rsid w:val="008423D0"/>
    <w:rsid w:val="00843ACD"/>
    <w:rsid w:val="00847054"/>
    <w:rsid w:val="00857485"/>
    <w:rsid w:val="00867F87"/>
    <w:rsid w:val="00870578"/>
    <w:rsid w:val="00875FA1"/>
    <w:rsid w:val="00885E71"/>
    <w:rsid w:val="008A1C6B"/>
    <w:rsid w:val="008A44C7"/>
    <w:rsid w:val="008B0BDB"/>
    <w:rsid w:val="008C0BF8"/>
    <w:rsid w:val="008C16E9"/>
    <w:rsid w:val="008D3A29"/>
    <w:rsid w:val="008D73BE"/>
    <w:rsid w:val="008F1324"/>
    <w:rsid w:val="00900CC6"/>
    <w:rsid w:val="00900FBD"/>
    <w:rsid w:val="009066D1"/>
    <w:rsid w:val="00916037"/>
    <w:rsid w:val="00921171"/>
    <w:rsid w:val="009347D3"/>
    <w:rsid w:val="00937E4D"/>
    <w:rsid w:val="009410A7"/>
    <w:rsid w:val="009478F9"/>
    <w:rsid w:val="00963ACD"/>
    <w:rsid w:val="0096705F"/>
    <w:rsid w:val="00972628"/>
    <w:rsid w:val="009841CD"/>
    <w:rsid w:val="00984689"/>
    <w:rsid w:val="00986D2F"/>
    <w:rsid w:val="009A3065"/>
    <w:rsid w:val="009B4B02"/>
    <w:rsid w:val="009C2027"/>
    <w:rsid w:val="009F0487"/>
    <w:rsid w:val="009F7C96"/>
    <w:rsid w:val="00A06E2D"/>
    <w:rsid w:val="00A20C3B"/>
    <w:rsid w:val="00A529A6"/>
    <w:rsid w:val="00A53EA4"/>
    <w:rsid w:val="00A744F5"/>
    <w:rsid w:val="00AB7096"/>
    <w:rsid w:val="00AE3528"/>
    <w:rsid w:val="00AF24AB"/>
    <w:rsid w:val="00B043F0"/>
    <w:rsid w:val="00B04A2A"/>
    <w:rsid w:val="00B07021"/>
    <w:rsid w:val="00B134BB"/>
    <w:rsid w:val="00B13D83"/>
    <w:rsid w:val="00B22040"/>
    <w:rsid w:val="00B231C0"/>
    <w:rsid w:val="00B362B3"/>
    <w:rsid w:val="00B57C30"/>
    <w:rsid w:val="00B631AB"/>
    <w:rsid w:val="00B70BD4"/>
    <w:rsid w:val="00BA3FFE"/>
    <w:rsid w:val="00BC77BB"/>
    <w:rsid w:val="00BD2F10"/>
    <w:rsid w:val="00BE230D"/>
    <w:rsid w:val="00BE3B3D"/>
    <w:rsid w:val="00BE6FB4"/>
    <w:rsid w:val="00BF3223"/>
    <w:rsid w:val="00C0183E"/>
    <w:rsid w:val="00C04913"/>
    <w:rsid w:val="00C2065F"/>
    <w:rsid w:val="00C43BC6"/>
    <w:rsid w:val="00C4642D"/>
    <w:rsid w:val="00C70C69"/>
    <w:rsid w:val="00C72F61"/>
    <w:rsid w:val="00C84082"/>
    <w:rsid w:val="00C977B2"/>
    <w:rsid w:val="00CA0442"/>
    <w:rsid w:val="00CB3488"/>
    <w:rsid w:val="00CC33B2"/>
    <w:rsid w:val="00CD3E5A"/>
    <w:rsid w:val="00CD525B"/>
    <w:rsid w:val="00CD5C86"/>
    <w:rsid w:val="00CE4333"/>
    <w:rsid w:val="00CE6768"/>
    <w:rsid w:val="00CE6F06"/>
    <w:rsid w:val="00CE7800"/>
    <w:rsid w:val="00D00874"/>
    <w:rsid w:val="00D038B5"/>
    <w:rsid w:val="00D05781"/>
    <w:rsid w:val="00D058DE"/>
    <w:rsid w:val="00D07E7F"/>
    <w:rsid w:val="00D13821"/>
    <w:rsid w:val="00D27C98"/>
    <w:rsid w:val="00D3244C"/>
    <w:rsid w:val="00D35BD2"/>
    <w:rsid w:val="00D43BAC"/>
    <w:rsid w:val="00D4485E"/>
    <w:rsid w:val="00D477AD"/>
    <w:rsid w:val="00D563C7"/>
    <w:rsid w:val="00D60CDA"/>
    <w:rsid w:val="00D62F5C"/>
    <w:rsid w:val="00D67969"/>
    <w:rsid w:val="00D76704"/>
    <w:rsid w:val="00D80C22"/>
    <w:rsid w:val="00D827CD"/>
    <w:rsid w:val="00D84D8F"/>
    <w:rsid w:val="00DB77E3"/>
    <w:rsid w:val="00DC2453"/>
    <w:rsid w:val="00DE436E"/>
    <w:rsid w:val="00DF1CBC"/>
    <w:rsid w:val="00DF4E09"/>
    <w:rsid w:val="00DF6BC4"/>
    <w:rsid w:val="00E1389E"/>
    <w:rsid w:val="00E24D43"/>
    <w:rsid w:val="00E31F08"/>
    <w:rsid w:val="00E37A75"/>
    <w:rsid w:val="00E56709"/>
    <w:rsid w:val="00E70094"/>
    <w:rsid w:val="00E75941"/>
    <w:rsid w:val="00E80A2B"/>
    <w:rsid w:val="00E8339A"/>
    <w:rsid w:val="00E95060"/>
    <w:rsid w:val="00E97104"/>
    <w:rsid w:val="00EA2AAB"/>
    <w:rsid w:val="00EA2CFE"/>
    <w:rsid w:val="00EC22FD"/>
    <w:rsid w:val="00EE15FD"/>
    <w:rsid w:val="00EF0C24"/>
    <w:rsid w:val="00F009EF"/>
    <w:rsid w:val="00F10BDA"/>
    <w:rsid w:val="00F3738E"/>
    <w:rsid w:val="00F575FF"/>
    <w:rsid w:val="00F73798"/>
    <w:rsid w:val="00F82DAF"/>
    <w:rsid w:val="00F96CD3"/>
    <w:rsid w:val="00FA37B1"/>
    <w:rsid w:val="00FB34EA"/>
    <w:rsid w:val="00FC3DA1"/>
    <w:rsid w:val="00FC6074"/>
    <w:rsid w:val="00FD178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eaeaea,#ddd,#ffc,#396"/>
    </o:shapedefaults>
    <o:shapelayout v:ext="edit">
      <o:idmap v:ext="edit" data="1"/>
    </o:shapelayout>
  </w:shapeDefaults>
  <w:decimalSymbol w:val="."/>
  <w:listSeparator w:val=","/>
  <w15:docId w15:val="{C54A2D44-BE3F-4945-9A7A-BCA23743F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181"/>
    <w:pPr>
      <w:spacing w:before="60" w:after="60"/>
    </w:pPr>
    <w:rPr>
      <w:rFonts w:ascii="Arial" w:hAnsi="Arial"/>
      <w:lang w:eastAsia="en-US"/>
    </w:rPr>
  </w:style>
  <w:style w:type="paragraph" w:styleId="Heading1">
    <w:name w:val="heading 1"/>
    <w:basedOn w:val="Normal"/>
    <w:next w:val="Normal"/>
    <w:link w:val="Heading1Char"/>
    <w:qFormat/>
    <w:rsid w:val="00250F54"/>
    <w:pPr>
      <w:keepNext/>
      <w:pageBreakBefore/>
      <w:spacing w:before="1040" w:after="0"/>
      <w:ind w:left="1134" w:right="-851"/>
      <w:outlineLvl w:val="0"/>
    </w:pPr>
    <w:rPr>
      <w:rFonts w:ascii="Arial Narrow" w:hAnsi="Arial Narrow"/>
      <w:b/>
      <w:smallCaps/>
      <w:color w:val="0000FF"/>
      <w:kern w:val="28"/>
      <w:sz w:val="56"/>
    </w:rPr>
  </w:style>
  <w:style w:type="paragraph" w:styleId="Heading2">
    <w:name w:val="heading 2"/>
    <w:basedOn w:val="Normal"/>
    <w:next w:val="Normal"/>
    <w:qFormat/>
    <w:rsid w:val="000F513F"/>
    <w:pPr>
      <w:keepNext/>
      <w:pageBreakBefore/>
      <w:spacing w:before="0" w:after="120"/>
      <w:outlineLvl w:val="1"/>
    </w:pPr>
    <w:rPr>
      <w:b/>
      <w:smallCaps/>
      <w:color w:val="0000FF"/>
      <w:sz w:val="40"/>
      <w:szCs w:val="40"/>
    </w:rPr>
  </w:style>
  <w:style w:type="paragraph" w:styleId="Heading3">
    <w:name w:val="heading 3"/>
    <w:basedOn w:val="Normal"/>
    <w:next w:val="Normal"/>
    <w:qFormat/>
    <w:rsid w:val="009A3065"/>
    <w:pPr>
      <w:keepNext/>
      <w:outlineLvl w:val="2"/>
    </w:pPr>
    <w:rPr>
      <w:b/>
      <w:smallCaps/>
      <w:color w:val="0000FF"/>
      <w:kern w:val="28"/>
      <w:sz w:val="40"/>
    </w:rPr>
  </w:style>
  <w:style w:type="paragraph" w:styleId="Heading4">
    <w:name w:val="heading 4"/>
    <w:basedOn w:val="Normal"/>
    <w:next w:val="Normal"/>
    <w:qFormat/>
    <w:pPr>
      <w:keepNext/>
      <w:spacing w:before="240"/>
      <w:outlineLvl w:val="3"/>
    </w:pPr>
    <w:rPr>
      <w:b/>
      <w:i/>
      <w:sz w:val="24"/>
    </w:rPr>
  </w:style>
  <w:style w:type="paragraph" w:styleId="Heading5">
    <w:name w:val="heading 5"/>
    <w:basedOn w:val="Normal"/>
    <w:next w:val="Normal"/>
    <w:qFormat/>
    <w:pPr>
      <w:spacing w:before="240"/>
      <w:outlineLvl w:val="4"/>
    </w:pPr>
    <w:rPr>
      <w:sz w:val="22"/>
    </w:rPr>
  </w:style>
  <w:style w:type="paragraph" w:styleId="Heading6">
    <w:name w:val="heading 6"/>
    <w:basedOn w:val="Normal"/>
    <w:next w:val="Normal"/>
    <w:qFormat/>
    <w:pPr>
      <w:spacing w:before="240"/>
      <w:outlineLvl w:val="5"/>
    </w:pPr>
    <w:rPr>
      <w:i/>
      <w:sz w:val="22"/>
    </w:rPr>
  </w:style>
  <w:style w:type="paragraph" w:styleId="Heading7">
    <w:name w:val="heading 7"/>
    <w:basedOn w:val="Normal"/>
    <w:next w:val="Normal"/>
    <w:qFormat/>
    <w:pPr>
      <w:spacing w:before="240"/>
      <w:outlineLvl w:val="6"/>
    </w:pPr>
  </w:style>
  <w:style w:type="paragraph" w:styleId="Heading8">
    <w:name w:val="heading 8"/>
    <w:basedOn w:val="Normal"/>
    <w:next w:val="Normal"/>
    <w:qFormat/>
    <w:pPr>
      <w:spacing w:before="240"/>
      <w:outlineLvl w:val="7"/>
    </w:pPr>
    <w:rPr>
      <w:i/>
    </w:rPr>
  </w:style>
  <w:style w:type="paragraph" w:styleId="Heading9">
    <w:name w:val="heading 9"/>
    <w:basedOn w:val="Normal"/>
    <w:next w:val="Normal"/>
    <w:qFormat/>
    <w:pPr>
      <w:spacing w:before="24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after="0"/>
      <w:jc w:val="right"/>
    </w:pPr>
    <w:rPr>
      <w:i/>
      <w:sz w:val="18"/>
    </w:rPr>
  </w:style>
  <w:style w:type="paragraph" w:styleId="Footer">
    <w:name w:val="footer"/>
    <w:basedOn w:val="Normal"/>
    <w:rsid w:val="008C16E9"/>
    <w:pPr>
      <w:pBdr>
        <w:top w:val="single" w:sz="4" w:space="10" w:color="FF0000"/>
      </w:pBdr>
      <w:tabs>
        <w:tab w:val="center" w:pos="4820"/>
        <w:tab w:val="right" w:pos="9639"/>
      </w:tabs>
      <w:spacing w:before="0" w:after="0"/>
    </w:pPr>
    <w:rPr>
      <w:i/>
      <w:color w:val="000000"/>
      <w:sz w:val="18"/>
    </w:rPr>
  </w:style>
  <w:style w:type="paragraph" w:styleId="BalloonText">
    <w:name w:val="Balloon Text"/>
    <w:basedOn w:val="Normal"/>
    <w:link w:val="BalloonTextChar"/>
    <w:rsid w:val="005147CC"/>
    <w:pPr>
      <w:spacing w:before="0" w:after="0"/>
    </w:pPr>
    <w:rPr>
      <w:rFonts w:ascii="Tahoma" w:hAnsi="Tahoma" w:cs="Tahoma"/>
      <w:sz w:val="16"/>
      <w:szCs w:val="16"/>
    </w:rPr>
  </w:style>
  <w:style w:type="character" w:customStyle="1" w:styleId="BalloonTextChar">
    <w:name w:val="Balloon Text Char"/>
    <w:basedOn w:val="DefaultParagraphFont"/>
    <w:link w:val="BalloonText"/>
    <w:rsid w:val="005147CC"/>
    <w:rPr>
      <w:rFonts w:ascii="Tahoma" w:hAnsi="Tahoma" w:cs="Tahoma"/>
      <w:sz w:val="16"/>
      <w:szCs w:val="16"/>
      <w:lang w:eastAsia="en-US"/>
    </w:rPr>
  </w:style>
  <w:style w:type="paragraph" w:customStyle="1" w:styleId="Outcome">
    <w:name w:val="Outcome"/>
    <w:basedOn w:val="Normal"/>
    <w:rsid w:val="00870578"/>
    <w:pPr>
      <w:numPr>
        <w:numId w:val="8"/>
      </w:numPr>
    </w:pPr>
  </w:style>
  <w:style w:type="paragraph" w:styleId="BodyText">
    <w:name w:val="Body Text"/>
    <w:basedOn w:val="Normal"/>
    <w:link w:val="BodyTextChar"/>
    <w:rsid w:val="00870578"/>
    <w:pPr>
      <w:spacing w:before="0" w:after="0"/>
    </w:pPr>
    <w:rPr>
      <w:rFonts w:ascii="Arial Narrow" w:hAnsi="Arial Narrow" w:cs="Arial"/>
      <w:b/>
      <w:smallCaps/>
      <w:color w:val="FFFFFF"/>
      <w:sz w:val="28"/>
      <w:szCs w:val="28"/>
    </w:rPr>
  </w:style>
  <w:style w:type="character" w:customStyle="1" w:styleId="BodyTextChar">
    <w:name w:val="Body Text Char"/>
    <w:basedOn w:val="DefaultParagraphFont"/>
    <w:link w:val="BodyText"/>
    <w:rsid w:val="00870578"/>
    <w:rPr>
      <w:rFonts w:ascii="Arial Narrow" w:hAnsi="Arial Narrow" w:cs="Arial"/>
      <w:b/>
      <w:smallCaps/>
      <w:color w:val="FFFFFF"/>
      <w:sz w:val="28"/>
      <w:szCs w:val="28"/>
      <w:lang w:eastAsia="en-US"/>
    </w:rPr>
  </w:style>
  <w:style w:type="paragraph" w:customStyle="1" w:styleId="AcknowledgementsHeading">
    <w:name w:val="Acknowledgements Heading"/>
    <w:basedOn w:val="Normal"/>
    <w:rsid w:val="00986D2F"/>
    <w:pPr>
      <w:spacing w:before="120" w:after="120"/>
    </w:pPr>
    <w:rPr>
      <w:b/>
    </w:rPr>
  </w:style>
  <w:style w:type="paragraph" w:customStyle="1" w:styleId="AcknowledgementsText">
    <w:name w:val="Acknowledgements Text"/>
    <w:basedOn w:val="Normal"/>
    <w:rsid w:val="008A44C7"/>
    <w:pPr>
      <w:spacing w:before="120" w:after="120"/>
      <w:ind w:right="2835"/>
    </w:pPr>
    <w:rPr>
      <w:sz w:val="18"/>
      <w:szCs w:val="24"/>
    </w:rPr>
  </w:style>
  <w:style w:type="paragraph" w:customStyle="1" w:styleId="AcknowledgementsTightText">
    <w:name w:val="AcknowledgementsTightText"/>
    <w:basedOn w:val="Normal"/>
    <w:rsid w:val="00916037"/>
    <w:pPr>
      <w:spacing w:before="0" w:after="0"/>
      <w:ind w:right="2835"/>
    </w:pPr>
    <w:rPr>
      <w:sz w:val="18"/>
      <w:szCs w:val="24"/>
    </w:rPr>
  </w:style>
  <w:style w:type="paragraph" w:customStyle="1" w:styleId="AcknowledgementsTitle">
    <w:name w:val="AcknowledgementsTitle"/>
    <w:basedOn w:val="Normal"/>
    <w:rsid w:val="00463C11"/>
    <w:pPr>
      <w:spacing w:before="0" w:after="120"/>
      <w:ind w:right="1701"/>
    </w:pPr>
    <w:rPr>
      <w:rFonts w:ascii="Arial Narrow" w:hAnsi="Arial Narrow"/>
      <w:b/>
      <w:smallCaps/>
      <w:noProof/>
      <w:sz w:val="32"/>
      <w:szCs w:val="24"/>
      <w:lang w:eastAsia="zh-TW"/>
    </w:rPr>
  </w:style>
  <w:style w:type="paragraph" w:styleId="ListParagraph">
    <w:name w:val="List Paragraph"/>
    <w:basedOn w:val="Normal"/>
    <w:uiPriority w:val="34"/>
    <w:qFormat/>
    <w:rsid w:val="000D4C6A"/>
    <w:pPr>
      <w:ind w:left="720"/>
      <w:contextualSpacing/>
    </w:pPr>
  </w:style>
  <w:style w:type="paragraph" w:customStyle="1" w:styleId="FlysheetTitle1">
    <w:name w:val="Flysheet Title 1"/>
    <w:basedOn w:val="Normal"/>
    <w:rsid w:val="00B13D83"/>
    <w:pPr>
      <w:jc w:val="right"/>
    </w:pPr>
    <w:rPr>
      <w:rFonts w:ascii="Arial Narrow" w:hAnsi="Arial Narrow"/>
      <w:b/>
      <w:sz w:val="44"/>
      <w:szCs w:val="44"/>
    </w:rPr>
  </w:style>
  <w:style w:type="paragraph" w:customStyle="1" w:styleId="FlysheetSubtitle1">
    <w:name w:val="Flysheet Subtitle 1"/>
    <w:basedOn w:val="Normal"/>
    <w:rsid w:val="00B13D83"/>
    <w:pPr>
      <w:spacing w:before="0" w:after="0"/>
      <w:jc w:val="right"/>
    </w:pPr>
    <w:rPr>
      <w:rFonts w:ascii="Arial Narrow" w:hAnsi="Arial Narrow"/>
      <w:sz w:val="32"/>
      <w:szCs w:val="32"/>
    </w:rPr>
  </w:style>
  <w:style w:type="paragraph" w:customStyle="1" w:styleId="FlysheetTitle2">
    <w:name w:val="Flysheet Title 2"/>
    <w:basedOn w:val="Normal"/>
    <w:rsid w:val="00B13D83"/>
    <w:rPr>
      <w:sz w:val="36"/>
    </w:rPr>
  </w:style>
  <w:style w:type="paragraph" w:customStyle="1" w:styleId="FlysheetSubtitle2">
    <w:name w:val="Flysheet Subtitle 2"/>
    <w:basedOn w:val="FlysheetTitle2"/>
    <w:rsid w:val="00053614"/>
    <w:rPr>
      <w:rFonts w:ascii="Arial Narrow" w:hAnsi="Arial Narrow"/>
      <w:sz w:val="32"/>
    </w:rPr>
  </w:style>
  <w:style w:type="paragraph" w:customStyle="1" w:styleId="PrefaceHeading1">
    <w:name w:val="Preface Heading 1"/>
    <w:rsid w:val="001479F1"/>
    <w:pPr>
      <w:spacing w:before="480" w:after="240"/>
    </w:pPr>
    <w:rPr>
      <w:rFonts w:ascii="Arial Narrow" w:hAnsi="Arial Narrow"/>
      <w:b/>
      <w:smallCaps/>
      <w:color w:val="0000FF"/>
      <w:kern w:val="28"/>
      <w:sz w:val="56"/>
      <w:lang w:eastAsia="en-US"/>
    </w:rPr>
  </w:style>
  <w:style w:type="paragraph" w:customStyle="1" w:styleId="PrefaceHeading2">
    <w:name w:val="Preface Heading 2"/>
    <w:next w:val="Normal"/>
    <w:rsid w:val="00D3244C"/>
    <w:pPr>
      <w:spacing w:before="240" w:after="120"/>
    </w:pPr>
    <w:rPr>
      <w:rFonts w:ascii="Arial" w:hAnsi="Arial"/>
      <w:b/>
      <w:smallCaps/>
      <w:color w:val="0000FF"/>
      <w:sz w:val="40"/>
      <w:szCs w:val="40"/>
      <w:lang w:eastAsia="en-US"/>
    </w:rPr>
  </w:style>
  <w:style w:type="paragraph" w:styleId="TOC1">
    <w:name w:val="toc 1"/>
    <w:basedOn w:val="Normal"/>
    <w:next w:val="Normal"/>
    <w:autoRedefine/>
    <w:uiPriority w:val="39"/>
    <w:rsid w:val="000760D5"/>
    <w:pPr>
      <w:keepNext/>
      <w:keepLines/>
      <w:spacing w:before="120" w:after="100"/>
      <w:ind w:left="1191"/>
    </w:pPr>
    <w:rPr>
      <w:b/>
    </w:rPr>
  </w:style>
  <w:style w:type="paragraph" w:styleId="TOC2">
    <w:name w:val="toc 2"/>
    <w:basedOn w:val="Normal"/>
    <w:next w:val="Normal"/>
    <w:autoRedefine/>
    <w:rsid w:val="00B07021"/>
    <w:pPr>
      <w:spacing w:before="20" w:after="20"/>
      <w:ind w:left="1701"/>
    </w:pPr>
  </w:style>
  <w:style w:type="paragraph" w:customStyle="1" w:styleId="ContentsHeading1">
    <w:name w:val="Contents Heading 1"/>
    <w:next w:val="TOC1"/>
    <w:rsid w:val="00D3244C"/>
    <w:pPr>
      <w:pageBreakBefore/>
    </w:pPr>
    <w:rPr>
      <w:rFonts w:ascii="Arial Narrow" w:hAnsi="Arial Narrow"/>
      <w:b/>
      <w:smallCaps/>
      <w:color w:val="0000FF"/>
      <w:kern w:val="28"/>
      <w:sz w:val="56"/>
      <w:lang w:eastAsia="en-US"/>
    </w:rPr>
  </w:style>
  <w:style w:type="character" w:styleId="Hyperlink">
    <w:name w:val="Hyperlink"/>
    <w:basedOn w:val="DefaultParagraphFont"/>
    <w:uiPriority w:val="99"/>
    <w:unhideWhenUsed/>
    <w:rsid w:val="00D60CDA"/>
    <w:rPr>
      <w:color w:val="0000FF" w:themeColor="hyperlink"/>
      <w:u w:val="single"/>
    </w:rPr>
  </w:style>
  <w:style w:type="paragraph" w:styleId="TOC3">
    <w:name w:val="toc 3"/>
    <w:basedOn w:val="Normal"/>
    <w:next w:val="Normal"/>
    <w:autoRedefine/>
    <w:semiHidden/>
    <w:unhideWhenUsed/>
    <w:rsid w:val="00601181"/>
    <w:pPr>
      <w:spacing w:before="120" w:after="100"/>
      <w:ind w:left="1191"/>
    </w:pPr>
    <w:rPr>
      <w:b/>
    </w:rPr>
  </w:style>
  <w:style w:type="paragraph" w:customStyle="1" w:styleId="OutcomesHeading">
    <w:name w:val="Outcomes Heading"/>
    <w:basedOn w:val="Normal"/>
    <w:link w:val="OutcomesHeadingChar"/>
    <w:qFormat/>
    <w:rsid w:val="00252925"/>
    <w:pPr>
      <w:spacing w:after="240"/>
      <w:ind w:left="567"/>
    </w:pPr>
    <w:rPr>
      <w:b/>
      <w:color w:val="C00000"/>
      <w:sz w:val="22"/>
      <w:szCs w:val="22"/>
    </w:rPr>
  </w:style>
  <w:style w:type="paragraph" w:customStyle="1" w:styleId="Overview">
    <w:name w:val="Overview"/>
    <w:basedOn w:val="Normal"/>
    <w:rsid w:val="00402853"/>
    <w:pPr>
      <w:spacing w:before="0" w:after="0"/>
    </w:pPr>
  </w:style>
  <w:style w:type="paragraph" w:customStyle="1" w:styleId="PreambleText">
    <w:name w:val="Preamble Text"/>
    <w:basedOn w:val="Normal"/>
    <w:rsid w:val="00402853"/>
    <w:rPr>
      <w:i/>
    </w:rPr>
  </w:style>
  <w:style w:type="paragraph" w:customStyle="1" w:styleId="PreambleLabel">
    <w:name w:val="Preamble Label"/>
    <w:basedOn w:val="Normal"/>
    <w:rsid w:val="00402853"/>
    <w:pPr>
      <w:spacing w:before="0"/>
      <w:ind w:left="113" w:right="113"/>
      <w:jc w:val="center"/>
    </w:pPr>
    <w:rPr>
      <w:b/>
      <w:i/>
      <w:color w:val="C00000"/>
      <w:position w:val="-6"/>
      <w:sz w:val="18"/>
      <w:szCs w:val="18"/>
    </w:rPr>
  </w:style>
  <w:style w:type="paragraph" w:customStyle="1" w:styleId="ReferenceHeading">
    <w:name w:val="Reference Heading"/>
    <w:basedOn w:val="Normal"/>
    <w:rsid w:val="00402853"/>
    <w:rPr>
      <w:b/>
      <w:color w:val="000000"/>
      <w:sz w:val="22"/>
    </w:rPr>
  </w:style>
  <w:style w:type="paragraph" w:customStyle="1" w:styleId="TipHeading">
    <w:name w:val="Tip Heading"/>
    <w:basedOn w:val="Normal"/>
    <w:rsid w:val="00402853"/>
    <w:rPr>
      <w:b/>
      <w:color w:val="000000"/>
      <w:sz w:val="22"/>
    </w:rPr>
  </w:style>
  <w:style w:type="table" w:styleId="TableGrid">
    <w:name w:val="Table Grid"/>
    <w:basedOn w:val="TableNormal"/>
    <w:rsid w:val="004028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edText">
    <w:name w:val="Indented Text"/>
    <w:basedOn w:val="Normal"/>
    <w:rsid w:val="00402853"/>
    <w:pPr>
      <w:ind w:left="284"/>
    </w:pPr>
  </w:style>
  <w:style w:type="paragraph" w:customStyle="1" w:styleId="Subheading">
    <w:name w:val="Subheading"/>
    <w:basedOn w:val="Normal"/>
    <w:link w:val="SubheadingChar"/>
    <w:rsid w:val="00402853"/>
    <w:pPr>
      <w:spacing w:before="120"/>
    </w:pPr>
    <w:rPr>
      <w:b/>
      <w:color w:val="C00000"/>
      <w:sz w:val="22"/>
      <w:szCs w:val="22"/>
    </w:rPr>
  </w:style>
  <w:style w:type="character" w:customStyle="1" w:styleId="SubheadingChar">
    <w:name w:val="Subheading Char"/>
    <w:basedOn w:val="DefaultParagraphFont"/>
    <w:link w:val="Subheading"/>
    <w:rsid w:val="00402853"/>
    <w:rPr>
      <w:rFonts w:ascii="Arial" w:hAnsi="Arial"/>
      <w:b/>
      <w:color w:val="C00000"/>
      <w:sz w:val="22"/>
      <w:szCs w:val="22"/>
      <w:lang w:eastAsia="en-US"/>
    </w:rPr>
  </w:style>
  <w:style w:type="paragraph" w:customStyle="1" w:styleId="Outcomes">
    <w:name w:val="Outcomes"/>
    <w:basedOn w:val="Normal"/>
    <w:rsid w:val="00402853"/>
    <w:pPr>
      <w:numPr>
        <w:numId w:val="15"/>
      </w:numPr>
    </w:pPr>
  </w:style>
  <w:style w:type="character" w:customStyle="1" w:styleId="Heading1Char">
    <w:name w:val="Heading 1 Char"/>
    <w:basedOn w:val="DefaultParagraphFont"/>
    <w:link w:val="Heading1"/>
    <w:rsid w:val="00402853"/>
    <w:rPr>
      <w:rFonts w:ascii="Arial Narrow" w:hAnsi="Arial Narrow"/>
      <w:b/>
      <w:smallCaps/>
      <w:color w:val="0000FF"/>
      <w:kern w:val="28"/>
      <w:sz w:val="56"/>
      <w:lang w:eastAsia="en-US"/>
    </w:rPr>
  </w:style>
  <w:style w:type="character" w:customStyle="1" w:styleId="OutcomesHeadingChar">
    <w:name w:val="Outcomes Heading Char"/>
    <w:basedOn w:val="Heading1Char"/>
    <w:link w:val="OutcomesHeading"/>
    <w:rsid w:val="00402853"/>
    <w:rPr>
      <w:rFonts w:ascii="Arial" w:hAnsi="Arial"/>
      <w:b/>
      <w:smallCaps w:val="0"/>
      <w:color w:val="C00000"/>
      <w:kern w:val="28"/>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K\Documents\EngineRoom\Templates\Standard%20Template\TemplateSta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9F52B-2283-4E93-B02C-5BAA9BA17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TemplateStart.dotx</Template>
  <TotalTime>2</TotalTime>
  <Pages>1</Pages>
  <Words>22</Words>
  <Characters>120</Characters>
  <Application>Microsoft Office Word</Application>
  <DocSecurity>0</DocSecurity>
  <Lines>120</Lines>
  <Paragraphs>4</Paragraphs>
  <ScaleCrop>false</ScaleCrop>
  <HeadingPairs>
    <vt:vector size="2" baseType="variant">
      <vt:variant>
        <vt:lpstr>Title</vt:lpstr>
      </vt:variant>
      <vt:variant>
        <vt:i4>1</vt:i4>
      </vt:variant>
    </vt:vector>
  </HeadingPairs>
  <TitlesOfParts>
    <vt:vector size="1" baseType="lpstr">
      <vt:lpstr/>
    </vt:vector>
  </TitlesOfParts>
  <Company>© Watsonia Publishing</Company>
  <LinksUpToDate>false</LinksUpToDate>
  <CharactersWithSpaces>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Krupa</dc:creator>
  <cp:keywords/>
  <cp:lastModifiedBy>Lisa Charlesworth</cp:lastModifiedBy>
  <cp:revision>3</cp:revision>
  <cp:lastPrinted>2001-10-08T08:42:00Z</cp:lastPrinted>
  <dcterms:created xsi:type="dcterms:W3CDTF">2015-06-24T22:31:00Z</dcterms:created>
  <dcterms:modified xsi:type="dcterms:W3CDTF">2015-06-24T22:32:00Z</dcterms:modified>
</cp:coreProperties>
</file>